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7F" w:rsidRDefault="00D07C7F" w:rsidP="00D07C7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4F3AFB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2</w:t>
      </w:r>
    </w:p>
    <w:p w:rsidR="00D07C7F" w:rsidRPr="004F3AFB" w:rsidRDefault="00D07C7F" w:rsidP="00D07C7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F3AFB">
        <w:rPr>
          <w:rFonts w:ascii="Times New Roman" w:hAnsi="Times New Roman"/>
          <w:sz w:val="20"/>
          <w:szCs w:val="20"/>
        </w:rPr>
        <w:t>к Контракту № ____________</w:t>
      </w:r>
    </w:p>
    <w:p w:rsidR="00D07C7F" w:rsidRPr="004F3AFB" w:rsidRDefault="00D07C7F" w:rsidP="00D07C7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F3AFB">
        <w:rPr>
          <w:rFonts w:ascii="Times New Roman" w:hAnsi="Times New Roman"/>
          <w:sz w:val="20"/>
          <w:szCs w:val="20"/>
        </w:rPr>
        <w:t xml:space="preserve">от </w:t>
      </w:r>
      <w:r w:rsidR="004F4531">
        <w:rPr>
          <w:rFonts w:ascii="Times New Roman" w:hAnsi="Times New Roman"/>
          <w:sz w:val="20"/>
          <w:szCs w:val="20"/>
        </w:rPr>
        <w:t xml:space="preserve">«___» </w:t>
      </w:r>
      <w:r w:rsidR="00D06396">
        <w:rPr>
          <w:rFonts w:ascii="Times New Roman" w:hAnsi="Times New Roman"/>
          <w:sz w:val="20"/>
          <w:szCs w:val="20"/>
        </w:rPr>
        <w:t>___________ 2024</w:t>
      </w:r>
      <w:r>
        <w:rPr>
          <w:rFonts w:ascii="Times New Roman" w:hAnsi="Times New Roman"/>
          <w:sz w:val="20"/>
          <w:szCs w:val="20"/>
        </w:rPr>
        <w:t xml:space="preserve"> </w:t>
      </w:r>
      <w:r w:rsidRPr="004F3AFB">
        <w:rPr>
          <w:rFonts w:ascii="Times New Roman" w:hAnsi="Times New Roman"/>
          <w:sz w:val="20"/>
          <w:szCs w:val="20"/>
        </w:rPr>
        <w:t>г.</w:t>
      </w:r>
    </w:p>
    <w:p w:rsidR="00D07C7F" w:rsidRPr="004F3AFB" w:rsidRDefault="00D07C7F" w:rsidP="00D07C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07C7F" w:rsidRPr="004F3AFB" w:rsidRDefault="00D07C7F" w:rsidP="00D07C7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F3AFB">
        <w:rPr>
          <w:rFonts w:ascii="Times New Roman" w:hAnsi="Times New Roman"/>
          <w:b/>
          <w:sz w:val="20"/>
          <w:szCs w:val="20"/>
        </w:rPr>
        <w:t xml:space="preserve">С </w:t>
      </w:r>
      <w:proofErr w:type="gramStart"/>
      <w:r w:rsidRPr="004F3AFB">
        <w:rPr>
          <w:rFonts w:ascii="Times New Roman" w:hAnsi="Times New Roman"/>
          <w:b/>
          <w:sz w:val="20"/>
          <w:szCs w:val="20"/>
        </w:rPr>
        <w:t>П</w:t>
      </w:r>
      <w:proofErr w:type="gramEnd"/>
      <w:r w:rsidRPr="004F3AFB">
        <w:rPr>
          <w:rFonts w:ascii="Times New Roman" w:hAnsi="Times New Roman"/>
          <w:b/>
          <w:sz w:val="20"/>
          <w:szCs w:val="20"/>
        </w:rPr>
        <w:t xml:space="preserve"> Е Ц И Ф И К А Ц И Я</w:t>
      </w:r>
    </w:p>
    <w:tbl>
      <w:tblPr>
        <w:tblpPr w:leftFromText="180" w:rightFromText="180" w:bottomFromText="200" w:vertAnchor="text" w:horzAnchor="margin" w:tblpXSpec="center" w:tblpY="704"/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992"/>
        <w:gridCol w:w="1163"/>
        <w:gridCol w:w="1418"/>
        <w:gridCol w:w="1217"/>
        <w:gridCol w:w="1200"/>
        <w:gridCol w:w="1800"/>
      </w:tblGrid>
      <w:tr w:rsidR="00D07C7F" w:rsidRPr="004F3AFB" w:rsidTr="00D52B69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12" w:hanging="1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Характеристики услуг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12" w:hanging="1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Цена за ед. с НДС,</w:t>
            </w:r>
          </w:p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Ставка НДС,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44" w:firstLine="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Общая стоимость вкл. НДС,</w:t>
            </w:r>
          </w:p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(руб.)</w:t>
            </w:r>
          </w:p>
        </w:tc>
      </w:tr>
      <w:tr w:rsidR="00D07C7F" w:rsidRPr="004F3AFB" w:rsidTr="00D52B69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7F" w:rsidRPr="004F3AFB" w:rsidRDefault="00D07C7F" w:rsidP="00EF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3AF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D07C7F" w:rsidRPr="004F3AFB" w:rsidTr="00D52B69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D07C7F" w:rsidP="00D0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A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D07C7F" w:rsidP="00A87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D32">
              <w:rPr>
                <w:rFonts w:ascii="Times New Roman" w:hAnsi="Times New Roman"/>
                <w:sz w:val="20"/>
                <w:szCs w:val="20"/>
              </w:rPr>
              <w:t>Услуги по о</w:t>
            </w:r>
            <w:r w:rsidR="00163EEB">
              <w:rPr>
                <w:rFonts w:ascii="Times New Roman" w:hAnsi="Times New Roman"/>
                <w:sz w:val="20"/>
                <w:szCs w:val="20"/>
              </w:rPr>
              <w:t>рганизации</w:t>
            </w:r>
            <w:r w:rsidRPr="00741D32">
              <w:rPr>
                <w:rFonts w:ascii="Times New Roman" w:hAnsi="Times New Roman"/>
                <w:sz w:val="20"/>
                <w:szCs w:val="20"/>
              </w:rPr>
              <w:t xml:space="preserve"> горяч</w:t>
            </w:r>
            <w:r w:rsidR="00A8774A">
              <w:rPr>
                <w:rFonts w:ascii="Times New Roman" w:hAnsi="Times New Roman"/>
                <w:sz w:val="20"/>
                <w:szCs w:val="20"/>
              </w:rPr>
              <w:t>его</w:t>
            </w:r>
            <w:r w:rsidRPr="00741D32">
              <w:rPr>
                <w:rFonts w:ascii="Times New Roman" w:hAnsi="Times New Roman"/>
                <w:sz w:val="20"/>
                <w:szCs w:val="20"/>
              </w:rPr>
              <w:t xml:space="preserve"> питани</w:t>
            </w:r>
            <w:r w:rsidR="00A8774A">
              <w:rPr>
                <w:rFonts w:ascii="Times New Roman" w:hAnsi="Times New Roman"/>
                <w:sz w:val="20"/>
                <w:szCs w:val="20"/>
              </w:rPr>
              <w:t>я</w:t>
            </w:r>
            <w:r w:rsidRPr="00741D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41D32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="00D52B69">
              <w:rPr>
                <w:rFonts w:ascii="Times New Roman" w:hAnsi="Times New Roman"/>
                <w:sz w:val="20"/>
                <w:szCs w:val="20"/>
              </w:rPr>
              <w:t xml:space="preserve">, получающих начальное общее образование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D07C7F" w:rsidP="00D07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3AFB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A8774A" w:rsidP="00D07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 ДН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102AFA" w:rsidRDefault="00472247" w:rsidP="00163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96FCC">
              <w:rPr>
                <w:rFonts w:ascii="Times New Roman" w:hAnsi="Times New Roman"/>
                <w:sz w:val="20"/>
                <w:szCs w:val="20"/>
              </w:rPr>
              <w:t>1929</w:t>
            </w:r>
            <w:r w:rsidR="00102AF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D07C7F" w:rsidP="00D07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D07C7F" w:rsidP="00D07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7F" w:rsidRPr="004F3AFB" w:rsidRDefault="00D07C7F" w:rsidP="00D07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C7F" w:rsidRPr="004F3AFB" w:rsidRDefault="00D07C7F" w:rsidP="00D07C7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52B69" w:rsidP="00D52B6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______________________________________________</w:t>
      </w:r>
    </w:p>
    <w:p w:rsidR="00D07C7F" w:rsidRDefault="00D07C7F" w:rsidP="00D52B69">
      <w:pPr>
        <w:spacing w:after="0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52B69" w:rsidRDefault="00D52B69" w:rsidP="00D52B69">
      <w:pPr>
        <w:widowControl w:val="0"/>
        <w:suppressAutoHyphens/>
        <w:spacing w:after="0" w:line="240" w:lineRule="auto"/>
        <w:ind w:left="283" w:hanging="283"/>
        <w:jc w:val="center"/>
        <w:rPr>
          <w:rFonts w:ascii="Times New Roman" w:hAnsi="Times New Roman"/>
          <w:b/>
          <w:sz w:val="24"/>
          <w:szCs w:val="24"/>
          <w:lang w:val="en-US" w:eastAsia="ar-SA"/>
        </w:rPr>
      </w:pPr>
      <w:r w:rsidRPr="004B04BD">
        <w:rPr>
          <w:rFonts w:ascii="Times New Roman" w:hAnsi="Times New Roman"/>
          <w:b/>
          <w:sz w:val="24"/>
          <w:szCs w:val="24"/>
          <w:lang w:eastAsia="ar-SA"/>
        </w:rPr>
        <w:t>ПОДПИСИ СТОРОН:</w:t>
      </w:r>
    </w:p>
    <w:p w:rsidR="00D61059" w:rsidRPr="00D61059" w:rsidRDefault="00D61059" w:rsidP="00D52B69">
      <w:pPr>
        <w:widowControl w:val="0"/>
        <w:suppressAutoHyphens/>
        <w:spacing w:after="0" w:line="240" w:lineRule="auto"/>
        <w:ind w:left="283" w:hanging="283"/>
        <w:jc w:val="center"/>
        <w:rPr>
          <w:rFonts w:ascii="Times New Roman" w:hAnsi="Times New Roman"/>
          <w:sz w:val="24"/>
          <w:szCs w:val="24"/>
          <w:lang w:val="en-US" w:eastAsia="ar-SA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0"/>
        <w:gridCol w:w="5360"/>
      </w:tblGrid>
      <w:tr w:rsidR="00D52B69" w:rsidRPr="00AE4119" w:rsidTr="004450AB">
        <w:trPr>
          <w:trHeight w:val="719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D52B69" w:rsidRDefault="00D52B69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  <w:r>
              <w:rPr>
                <w:rFonts w:ascii="Times New Roman" w:hAnsi="Times New Roman"/>
                <w:b/>
              </w:rPr>
              <w:tab/>
            </w:r>
          </w:p>
          <w:p w:rsidR="00472247" w:rsidRPr="006177C1" w:rsidRDefault="00472247" w:rsidP="00472247">
            <w:pPr>
              <w:pStyle w:val="af5"/>
              <w:tabs>
                <w:tab w:val="left" w:pos="2816"/>
              </w:tabs>
              <w:spacing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с. Елховка муниципального района </w:t>
            </w:r>
            <w:proofErr w:type="spellStart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>Елховский</w:t>
            </w:r>
            <w:proofErr w:type="spellEnd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Самарской области (ГБОУ СОШ </w:t>
            </w:r>
            <w:proofErr w:type="spellStart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>им.М.Н.Заводского</w:t>
            </w:r>
            <w:proofErr w:type="spellEnd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>с</w:t>
            </w:r>
            <w:proofErr w:type="gramStart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>.Е</w:t>
            </w:r>
            <w:proofErr w:type="gramEnd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>лховка</w:t>
            </w:r>
            <w:proofErr w:type="spellEnd"/>
            <w:r w:rsidRPr="006177C1">
              <w:rPr>
                <w:rFonts w:ascii="Times New Roman" w:hAnsi="Times New Roman"/>
                <w:sz w:val="23"/>
                <w:szCs w:val="23"/>
                <w:lang w:eastAsia="ru-RU"/>
              </w:rPr>
              <w:t>)</w:t>
            </w:r>
          </w:p>
          <w:p w:rsidR="00D52B69" w:rsidRPr="00AE4119" w:rsidRDefault="00D52B69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D52B69" w:rsidRDefault="006322E7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</w:t>
            </w:r>
            <w:r w:rsidR="00D52B69">
              <w:rPr>
                <w:rFonts w:ascii="Times New Roman" w:hAnsi="Times New Roman"/>
                <w:b/>
              </w:rPr>
              <w:t>Исполнитель:</w:t>
            </w:r>
          </w:p>
          <w:p w:rsidR="00D52B69" w:rsidRPr="00AE4119" w:rsidRDefault="00D52B69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52B69" w:rsidRPr="00AE4119" w:rsidTr="004450AB">
        <w:trPr>
          <w:trHeight w:val="719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D52B69" w:rsidRPr="00633A2C" w:rsidRDefault="00D52B69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AE411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Директор</w:t>
            </w:r>
            <w:r w:rsidRPr="00AE4119">
              <w:rPr>
                <w:rFonts w:ascii="Times New Roman" w:hAnsi="Times New Roman"/>
                <w:b/>
                <w:sz w:val="24"/>
                <w:szCs w:val="24"/>
              </w:rPr>
              <w:t>:_____________</w:t>
            </w:r>
            <w:proofErr w:type="spellStart"/>
            <w:r w:rsidR="00472247">
              <w:rPr>
                <w:rFonts w:ascii="Times New Roman" w:hAnsi="Times New Roman"/>
                <w:b/>
                <w:sz w:val="24"/>
                <w:szCs w:val="24"/>
              </w:rPr>
              <w:t>О.Г.Свиридова</w:t>
            </w:r>
            <w:proofErr w:type="spellEnd"/>
            <w:r w:rsidRPr="00AE411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633A2C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D52B69" w:rsidRPr="00AE4119" w:rsidRDefault="00D52B69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A2C">
              <w:rPr>
                <w:rFonts w:ascii="Times New Roman" w:hAnsi="Times New Roman"/>
                <w:sz w:val="16"/>
                <w:szCs w:val="16"/>
              </w:rPr>
              <w:t>(м.п.)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D52B69" w:rsidRPr="00633A2C" w:rsidRDefault="006322E7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AE4119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D52B6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E411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D52B69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D52B69" w:rsidRPr="00AE411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D52B69" w:rsidRPr="00633A2C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D52B69" w:rsidRPr="00AE4119" w:rsidRDefault="00D52B69" w:rsidP="0044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A2C">
              <w:rPr>
                <w:rFonts w:ascii="Times New Roman" w:hAnsi="Times New Roman"/>
                <w:sz w:val="16"/>
                <w:szCs w:val="16"/>
              </w:rPr>
              <w:t xml:space="preserve"> (м.п.)</w:t>
            </w:r>
          </w:p>
        </w:tc>
      </w:tr>
    </w:tbl>
    <w:p w:rsidR="00D07C7F" w:rsidRDefault="00D07C7F" w:rsidP="00D52B69">
      <w:pPr>
        <w:spacing w:after="0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07C7F" w:rsidRDefault="00D07C7F" w:rsidP="002932BC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D07C7F" w:rsidSect="00C52967">
      <w:headerReference w:type="default" r:id="rId9"/>
      <w:footnotePr>
        <w:numRestart w:val="eachSect"/>
      </w:footnotePr>
      <w:pgSz w:w="11906" w:h="16838"/>
      <w:pgMar w:top="567" w:right="567" w:bottom="567" w:left="567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ED" w:rsidRDefault="009F40ED" w:rsidP="00B37788">
      <w:pPr>
        <w:spacing w:after="0" w:line="240" w:lineRule="auto"/>
      </w:pPr>
      <w:r>
        <w:separator/>
      </w:r>
    </w:p>
  </w:endnote>
  <w:endnote w:type="continuationSeparator" w:id="0">
    <w:p w:rsidR="009F40ED" w:rsidRDefault="009F40ED" w:rsidP="00B3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ED" w:rsidRDefault="009F40ED" w:rsidP="00B37788">
      <w:pPr>
        <w:spacing w:after="0" w:line="240" w:lineRule="auto"/>
      </w:pPr>
      <w:r>
        <w:separator/>
      </w:r>
    </w:p>
  </w:footnote>
  <w:footnote w:type="continuationSeparator" w:id="0">
    <w:p w:rsidR="009F40ED" w:rsidRDefault="009F40ED" w:rsidP="00B37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EEB" w:rsidRDefault="00163EEB" w:rsidP="00163EEB">
    <w:pPr>
      <w:tabs>
        <w:tab w:val="left" w:pos="43"/>
        <w:tab w:val="left" w:pos="681"/>
      </w:tabs>
      <w:autoSpaceDE w:val="0"/>
      <w:autoSpaceDN w:val="0"/>
      <w:adjustRightInd w:val="0"/>
      <w:jc w:val="both"/>
      <w:rPr>
        <w:sz w:val="20"/>
        <w:szCs w:val="20"/>
        <w:lang w:val="en-US"/>
      </w:rPr>
    </w:pPr>
    <w:proofErr w:type="spellStart"/>
    <w:r>
      <w:rPr>
        <w:sz w:val="20"/>
        <w:szCs w:val="20"/>
        <w:lang w:val="en-US"/>
      </w:rPr>
      <w:t>Идентификационный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код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закупки</w:t>
    </w:r>
    <w:proofErr w:type="spellEnd"/>
    <w:r>
      <w:rPr>
        <w:sz w:val="20"/>
        <w:szCs w:val="20"/>
        <w:lang w:val="en-US"/>
      </w:rPr>
      <w:t xml:space="preserve">:  </w:t>
    </w:r>
    <w:r w:rsidR="001404EF">
      <w:rPr>
        <w:rFonts w:ascii="Segoe UI" w:hAnsi="Segoe UI" w:cs="Segoe UI"/>
        <w:color w:val="333333"/>
        <w:sz w:val="20"/>
        <w:szCs w:val="20"/>
        <w:shd w:val="clear" w:color="auto" w:fill="E6F5FE"/>
      </w:rPr>
      <w:t>242637602188463760100100050015629244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05ABBBC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1">
    <w:nsid w:val="068F5754"/>
    <w:multiLevelType w:val="multilevel"/>
    <w:tmpl w:val="FD7655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auto"/>
      </w:rPr>
    </w:lvl>
  </w:abstractNum>
  <w:abstractNum w:abstractNumId="2">
    <w:nsid w:val="0E980FA0"/>
    <w:multiLevelType w:val="multilevel"/>
    <w:tmpl w:val="C81EB1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1A5238C"/>
    <w:multiLevelType w:val="hybridMultilevel"/>
    <w:tmpl w:val="B6A42DDA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4">
    <w:nsid w:val="1BC46707"/>
    <w:multiLevelType w:val="hybridMultilevel"/>
    <w:tmpl w:val="350ED6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B6072A"/>
    <w:multiLevelType w:val="multilevel"/>
    <w:tmpl w:val="2F7CFFBA"/>
    <w:lvl w:ilvl="0">
      <w:start w:val="6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5531EA5"/>
    <w:multiLevelType w:val="multilevel"/>
    <w:tmpl w:val="B3CABBC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267620E"/>
    <w:multiLevelType w:val="multilevel"/>
    <w:tmpl w:val="FF8EB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65519EB"/>
    <w:multiLevelType w:val="multilevel"/>
    <w:tmpl w:val="14F6A9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9">
    <w:nsid w:val="38694F75"/>
    <w:multiLevelType w:val="hybridMultilevel"/>
    <w:tmpl w:val="1996D2FE"/>
    <w:lvl w:ilvl="0" w:tplc="10D4F3A2">
      <w:start w:val="1"/>
      <w:numFmt w:val="decimal"/>
      <w:lvlText w:val="%1."/>
      <w:lvlJc w:val="left"/>
      <w:pPr>
        <w:ind w:left="10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1EC2FC9"/>
    <w:multiLevelType w:val="hybridMultilevel"/>
    <w:tmpl w:val="A2BCA6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67F347B"/>
    <w:multiLevelType w:val="hybridMultilevel"/>
    <w:tmpl w:val="D5885B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D847A9A"/>
    <w:multiLevelType w:val="hybridMultilevel"/>
    <w:tmpl w:val="4606A5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1B008F4"/>
    <w:multiLevelType w:val="multilevel"/>
    <w:tmpl w:val="438CB2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5206012C"/>
    <w:multiLevelType w:val="hybridMultilevel"/>
    <w:tmpl w:val="CA026A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EB10DB"/>
    <w:multiLevelType w:val="hybridMultilevel"/>
    <w:tmpl w:val="D2524B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67804A1"/>
    <w:multiLevelType w:val="hybridMultilevel"/>
    <w:tmpl w:val="EE525E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DDB6C75"/>
    <w:multiLevelType w:val="hybridMultilevel"/>
    <w:tmpl w:val="2D6A8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5F776BF"/>
    <w:multiLevelType w:val="hybridMultilevel"/>
    <w:tmpl w:val="D0EC9F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C0A14E2"/>
    <w:multiLevelType w:val="multilevel"/>
    <w:tmpl w:val="C4F813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772A5409"/>
    <w:multiLevelType w:val="multilevel"/>
    <w:tmpl w:val="5A701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8E40F99"/>
    <w:multiLevelType w:val="hybridMultilevel"/>
    <w:tmpl w:val="092E92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7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1"/>
  </w:num>
  <w:num w:numId="10">
    <w:abstractNumId w:val="5"/>
  </w:num>
  <w:num w:numId="11">
    <w:abstractNumId w:val="19"/>
  </w:num>
  <w:num w:numId="12">
    <w:abstractNumId w:val="6"/>
  </w:num>
  <w:num w:numId="13">
    <w:abstractNumId w:val="17"/>
  </w:num>
  <w:num w:numId="14">
    <w:abstractNumId w:val="12"/>
  </w:num>
  <w:num w:numId="15">
    <w:abstractNumId w:val="4"/>
  </w:num>
  <w:num w:numId="16">
    <w:abstractNumId w:val="15"/>
  </w:num>
  <w:num w:numId="17">
    <w:abstractNumId w:val="16"/>
  </w:num>
  <w:num w:numId="18">
    <w:abstractNumId w:val="14"/>
  </w:num>
  <w:num w:numId="19">
    <w:abstractNumId w:val="10"/>
  </w:num>
  <w:num w:numId="20">
    <w:abstractNumId w:val="18"/>
  </w:num>
  <w:num w:numId="21">
    <w:abstractNumId w:val="2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E18"/>
    <w:rsid w:val="00002C5B"/>
    <w:rsid w:val="000145DC"/>
    <w:rsid w:val="0002281B"/>
    <w:rsid w:val="00034542"/>
    <w:rsid w:val="00040311"/>
    <w:rsid w:val="000479C5"/>
    <w:rsid w:val="000517EF"/>
    <w:rsid w:val="00053095"/>
    <w:rsid w:val="0005383F"/>
    <w:rsid w:val="00064085"/>
    <w:rsid w:val="000671FC"/>
    <w:rsid w:val="00081AD4"/>
    <w:rsid w:val="00084E2C"/>
    <w:rsid w:val="00090B55"/>
    <w:rsid w:val="00091E08"/>
    <w:rsid w:val="000937F8"/>
    <w:rsid w:val="0009651F"/>
    <w:rsid w:val="000A4FDA"/>
    <w:rsid w:val="000B4484"/>
    <w:rsid w:val="000C3F1E"/>
    <w:rsid w:val="000D347A"/>
    <w:rsid w:val="000D5F7F"/>
    <w:rsid w:val="000D7394"/>
    <w:rsid w:val="000E210B"/>
    <w:rsid w:val="000E47AF"/>
    <w:rsid w:val="000F3EA9"/>
    <w:rsid w:val="001027EC"/>
    <w:rsid w:val="00102AFA"/>
    <w:rsid w:val="0011235D"/>
    <w:rsid w:val="001155F1"/>
    <w:rsid w:val="001243E0"/>
    <w:rsid w:val="001404EF"/>
    <w:rsid w:val="00162AEA"/>
    <w:rsid w:val="00163C66"/>
    <w:rsid w:val="00163EEB"/>
    <w:rsid w:val="00166410"/>
    <w:rsid w:val="0017595D"/>
    <w:rsid w:val="0017728B"/>
    <w:rsid w:val="00177D1C"/>
    <w:rsid w:val="00183B63"/>
    <w:rsid w:val="0019722C"/>
    <w:rsid w:val="001B37AD"/>
    <w:rsid w:val="001B63D3"/>
    <w:rsid w:val="001C4002"/>
    <w:rsid w:val="001D0E5A"/>
    <w:rsid w:val="001E17E2"/>
    <w:rsid w:val="001E5DF2"/>
    <w:rsid w:val="001E70C3"/>
    <w:rsid w:val="002069A9"/>
    <w:rsid w:val="00214514"/>
    <w:rsid w:val="00217698"/>
    <w:rsid w:val="00220CFC"/>
    <w:rsid w:val="00221543"/>
    <w:rsid w:val="00221E4A"/>
    <w:rsid w:val="002256A9"/>
    <w:rsid w:val="00245EE9"/>
    <w:rsid w:val="002510CA"/>
    <w:rsid w:val="00252A8B"/>
    <w:rsid w:val="00254EF5"/>
    <w:rsid w:val="002615A6"/>
    <w:rsid w:val="00266CDC"/>
    <w:rsid w:val="00273129"/>
    <w:rsid w:val="00273675"/>
    <w:rsid w:val="00291828"/>
    <w:rsid w:val="002932BC"/>
    <w:rsid w:val="00297BE0"/>
    <w:rsid w:val="002A5FE7"/>
    <w:rsid w:val="002C178A"/>
    <w:rsid w:val="002D2827"/>
    <w:rsid w:val="002D488B"/>
    <w:rsid w:val="002D6417"/>
    <w:rsid w:val="002D7029"/>
    <w:rsid w:val="002F2F42"/>
    <w:rsid w:val="00302ADB"/>
    <w:rsid w:val="00304EA0"/>
    <w:rsid w:val="00311E7F"/>
    <w:rsid w:val="0032036E"/>
    <w:rsid w:val="003365F9"/>
    <w:rsid w:val="003406A1"/>
    <w:rsid w:val="00347CEE"/>
    <w:rsid w:val="00347E67"/>
    <w:rsid w:val="00360DE3"/>
    <w:rsid w:val="0036782D"/>
    <w:rsid w:val="0037107B"/>
    <w:rsid w:val="003762A2"/>
    <w:rsid w:val="00377289"/>
    <w:rsid w:val="00384ED6"/>
    <w:rsid w:val="003A3401"/>
    <w:rsid w:val="003B22FC"/>
    <w:rsid w:val="003C1E00"/>
    <w:rsid w:val="003C70AF"/>
    <w:rsid w:val="003D1F26"/>
    <w:rsid w:val="003D2EF3"/>
    <w:rsid w:val="003E2F4F"/>
    <w:rsid w:val="003E5117"/>
    <w:rsid w:val="003E71DE"/>
    <w:rsid w:val="003F6C93"/>
    <w:rsid w:val="00403A1C"/>
    <w:rsid w:val="00405D2A"/>
    <w:rsid w:val="00407988"/>
    <w:rsid w:val="00414D0B"/>
    <w:rsid w:val="004219E4"/>
    <w:rsid w:val="004229A5"/>
    <w:rsid w:val="004236B7"/>
    <w:rsid w:val="00431046"/>
    <w:rsid w:val="0043456E"/>
    <w:rsid w:val="004346D7"/>
    <w:rsid w:val="004358CA"/>
    <w:rsid w:val="0044500B"/>
    <w:rsid w:val="004450B5"/>
    <w:rsid w:val="00451391"/>
    <w:rsid w:val="00471E32"/>
    <w:rsid w:val="004721AD"/>
    <w:rsid w:val="00472247"/>
    <w:rsid w:val="00475825"/>
    <w:rsid w:val="00476999"/>
    <w:rsid w:val="004803C5"/>
    <w:rsid w:val="00484047"/>
    <w:rsid w:val="00494CA1"/>
    <w:rsid w:val="00496FCC"/>
    <w:rsid w:val="0049744E"/>
    <w:rsid w:val="004B04BD"/>
    <w:rsid w:val="004B41ED"/>
    <w:rsid w:val="004D6BF4"/>
    <w:rsid w:val="004E363B"/>
    <w:rsid w:val="004E4C60"/>
    <w:rsid w:val="004F3AFB"/>
    <w:rsid w:val="004F3DCD"/>
    <w:rsid w:val="004F4531"/>
    <w:rsid w:val="004F5899"/>
    <w:rsid w:val="004F6FD8"/>
    <w:rsid w:val="005003C4"/>
    <w:rsid w:val="0050199C"/>
    <w:rsid w:val="00511CC2"/>
    <w:rsid w:val="00512CAE"/>
    <w:rsid w:val="00514736"/>
    <w:rsid w:val="0053005B"/>
    <w:rsid w:val="00534B1D"/>
    <w:rsid w:val="005414B2"/>
    <w:rsid w:val="00551093"/>
    <w:rsid w:val="00557695"/>
    <w:rsid w:val="0056378D"/>
    <w:rsid w:val="00586825"/>
    <w:rsid w:val="005962A0"/>
    <w:rsid w:val="00597F65"/>
    <w:rsid w:val="005A2E41"/>
    <w:rsid w:val="005A478D"/>
    <w:rsid w:val="005B12F6"/>
    <w:rsid w:val="005C449D"/>
    <w:rsid w:val="005C6905"/>
    <w:rsid w:val="005D1B82"/>
    <w:rsid w:val="005E0B0E"/>
    <w:rsid w:val="005E3989"/>
    <w:rsid w:val="005F1033"/>
    <w:rsid w:val="005F1540"/>
    <w:rsid w:val="005F1592"/>
    <w:rsid w:val="00601B6C"/>
    <w:rsid w:val="00603CBC"/>
    <w:rsid w:val="00612EC2"/>
    <w:rsid w:val="00616038"/>
    <w:rsid w:val="00617EEF"/>
    <w:rsid w:val="00622ED0"/>
    <w:rsid w:val="00625C34"/>
    <w:rsid w:val="006322E7"/>
    <w:rsid w:val="00633A2C"/>
    <w:rsid w:val="00633AFF"/>
    <w:rsid w:val="00634F2F"/>
    <w:rsid w:val="00635C87"/>
    <w:rsid w:val="00636EB4"/>
    <w:rsid w:val="00652FA5"/>
    <w:rsid w:val="0065484B"/>
    <w:rsid w:val="006571ED"/>
    <w:rsid w:val="0066416A"/>
    <w:rsid w:val="006662DB"/>
    <w:rsid w:val="00673287"/>
    <w:rsid w:val="00682144"/>
    <w:rsid w:val="00683D5D"/>
    <w:rsid w:val="00685CBD"/>
    <w:rsid w:val="00691119"/>
    <w:rsid w:val="0069363F"/>
    <w:rsid w:val="00696BE6"/>
    <w:rsid w:val="006B0788"/>
    <w:rsid w:val="006B299D"/>
    <w:rsid w:val="006C0304"/>
    <w:rsid w:val="006C24D3"/>
    <w:rsid w:val="006C5F89"/>
    <w:rsid w:val="006C68F9"/>
    <w:rsid w:val="006E4E71"/>
    <w:rsid w:val="006E7316"/>
    <w:rsid w:val="00713F48"/>
    <w:rsid w:val="00714A1A"/>
    <w:rsid w:val="0072428D"/>
    <w:rsid w:val="00726DB0"/>
    <w:rsid w:val="00727902"/>
    <w:rsid w:val="00731A20"/>
    <w:rsid w:val="00732456"/>
    <w:rsid w:val="007408EC"/>
    <w:rsid w:val="00752C0A"/>
    <w:rsid w:val="00754F2A"/>
    <w:rsid w:val="00756551"/>
    <w:rsid w:val="00760041"/>
    <w:rsid w:val="007644F1"/>
    <w:rsid w:val="00771BAC"/>
    <w:rsid w:val="00781678"/>
    <w:rsid w:val="00784C88"/>
    <w:rsid w:val="007915D3"/>
    <w:rsid w:val="007B0800"/>
    <w:rsid w:val="007C1528"/>
    <w:rsid w:val="007C3423"/>
    <w:rsid w:val="007E4498"/>
    <w:rsid w:val="007E5B58"/>
    <w:rsid w:val="007E6F31"/>
    <w:rsid w:val="007F219E"/>
    <w:rsid w:val="007F7CA3"/>
    <w:rsid w:val="00800655"/>
    <w:rsid w:val="00807BF8"/>
    <w:rsid w:val="00813FF5"/>
    <w:rsid w:val="00822574"/>
    <w:rsid w:val="0082672C"/>
    <w:rsid w:val="00832476"/>
    <w:rsid w:val="00837C77"/>
    <w:rsid w:val="00840645"/>
    <w:rsid w:val="008423CA"/>
    <w:rsid w:val="008463A4"/>
    <w:rsid w:val="00846C13"/>
    <w:rsid w:val="00854330"/>
    <w:rsid w:val="00854D9D"/>
    <w:rsid w:val="008563AA"/>
    <w:rsid w:val="0086065B"/>
    <w:rsid w:val="008712B7"/>
    <w:rsid w:val="0088217A"/>
    <w:rsid w:val="00882FB6"/>
    <w:rsid w:val="008833C4"/>
    <w:rsid w:val="008A6155"/>
    <w:rsid w:val="008B4381"/>
    <w:rsid w:val="008B56A3"/>
    <w:rsid w:val="008B5BCF"/>
    <w:rsid w:val="008C1970"/>
    <w:rsid w:val="008C2A6E"/>
    <w:rsid w:val="008C7915"/>
    <w:rsid w:val="008E60B6"/>
    <w:rsid w:val="008F087B"/>
    <w:rsid w:val="008F7CFC"/>
    <w:rsid w:val="009025E8"/>
    <w:rsid w:val="0090772B"/>
    <w:rsid w:val="0091426B"/>
    <w:rsid w:val="00924112"/>
    <w:rsid w:val="00925DCD"/>
    <w:rsid w:val="00927441"/>
    <w:rsid w:val="00931E92"/>
    <w:rsid w:val="00942A71"/>
    <w:rsid w:val="009648BE"/>
    <w:rsid w:val="00973585"/>
    <w:rsid w:val="00984166"/>
    <w:rsid w:val="009845AE"/>
    <w:rsid w:val="009931F3"/>
    <w:rsid w:val="00993F1A"/>
    <w:rsid w:val="009A38CA"/>
    <w:rsid w:val="009A57C9"/>
    <w:rsid w:val="009A6535"/>
    <w:rsid w:val="009A7442"/>
    <w:rsid w:val="009B306A"/>
    <w:rsid w:val="009B36C9"/>
    <w:rsid w:val="009C0EDA"/>
    <w:rsid w:val="009C2BA1"/>
    <w:rsid w:val="009E0B22"/>
    <w:rsid w:val="009E6894"/>
    <w:rsid w:val="009E7EB3"/>
    <w:rsid w:val="009F40ED"/>
    <w:rsid w:val="00A02CA8"/>
    <w:rsid w:val="00A02D48"/>
    <w:rsid w:val="00A14453"/>
    <w:rsid w:val="00A146BE"/>
    <w:rsid w:val="00A36614"/>
    <w:rsid w:val="00A3695C"/>
    <w:rsid w:val="00A36C80"/>
    <w:rsid w:val="00A43CE7"/>
    <w:rsid w:val="00A44D19"/>
    <w:rsid w:val="00A771D2"/>
    <w:rsid w:val="00A7795B"/>
    <w:rsid w:val="00A8774A"/>
    <w:rsid w:val="00AA0098"/>
    <w:rsid w:val="00AA1B7F"/>
    <w:rsid w:val="00AA48C2"/>
    <w:rsid w:val="00AA597B"/>
    <w:rsid w:val="00AB2699"/>
    <w:rsid w:val="00AB7138"/>
    <w:rsid w:val="00AB7D8D"/>
    <w:rsid w:val="00AC139A"/>
    <w:rsid w:val="00AC5C06"/>
    <w:rsid w:val="00AE014A"/>
    <w:rsid w:val="00AF019A"/>
    <w:rsid w:val="00B04B44"/>
    <w:rsid w:val="00B2248D"/>
    <w:rsid w:val="00B35116"/>
    <w:rsid w:val="00B37788"/>
    <w:rsid w:val="00B40F69"/>
    <w:rsid w:val="00B64F83"/>
    <w:rsid w:val="00B74BFC"/>
    <w:rsid w:val="00B8305C"/>
    <w:rsid w:val="00B906A5"/>
    <w:rsid w:val="00B933F1"/>
    <w:rsid w:val="00B9390B"/>
    <w:rsid w:val="00B95F26"/>
    <w:rsid w:val="00BB6094"/>
    <w:rsid w:val="00BB617C"/>
    <w:rsid w:val="00BC1639"/>
    <w:rsid w:val="00BE494A"/>
    <w:rsid w:val="00BF1F49"/>
    <w:rsid w:val="00BF2C99"/>
    <w:rsid w:val="00BF562F"/>
    <w:rsid w:val="00C1772A"/>
    <w:rsid w:val="00C207D4"/>
    <w:rsid w:val="00C20ACB"/>
    <w:rsid w:val="00C32462"/>
    <w:rsid w:val="00C34BBB"/>
    <w:rsid w:val="00C37E8D"/>
    <w:rsid w:val="00C44144"/>
    <w:rsid w:val="00C52967"/>
    <w:rsid w:val="00C55ADB"/>
    <w:rsid w:val="00C624A1"/>
    <w:rsid w:val="00C63A10"/>
    <w:rsid w:val="00C66E18"/>
    <w:rsid w:val="00C72E4C"/>
    <w:rsid w:val="00C7599B"/>
    <w:rsid w:val="00C76FD1"/>
    <w:rsid w:val="00C807AF"/>
    <w:rsid w:val="00C82E1D"/>
    <w:rsid w:val="00C83F7D"/>
    <w:rsid w:val="00C907BE"/>
    <w:rsid w:val="00CB117E"/>
    <w:rsid w:val="00CB613D"/>
    <w:rsid w:val="00CB69DE"/>
    <w:rsid w:val="00CC1BC9"/>
    <w:rsid w:val="00CC3BBB"/>
    <w:rsid w:val="00CE18AC"/>
    <w:rsid w:val="00CE561E"/>
    <w:rsid w:val="00CF64E8"/>
    <w:rsid w:val="00D00154"/>
    <w:rsid w:val="00D0054D"/>
    <w:rsid w:val="00D00D02"/>
    <w:rsid w:val="00D03A51"/>
    <w:rsid w:val="00D06396"/>
    <w:rsid w:val="00D06EB3"/>
    <w:rsid w:val="00D07C7F"/>
    <w:rsid w:val="00D17ACC"/>
    <w:rsid w:val="00D3186C"/>
    <w:rsid w:val="00D52B69"/>
    <w:rsid w:val="00D568BA"/>
    <w:rsid w:val="00D61059"/>
    <w:rsid w:val="00D63C24"/>
    <w:rsid w:val="00D66C25"/>
    <w:rsid w:val="00D739B3"/>
    <w:rsid w:val="00D75024"/>
    <w:rsid w:val="00D7563A"/>
    <w:rsid w:val="00D75967"/>
    <w:rsid w:val="00D75A45"/>
    <w:rsid w:val="00D81866"/>
    <w:rsid w:val="00D95A12"/>
    <w:rsid w:val="00DA3B94"/>
    <w:rsid w:val="00DB1F41"/>
    <w:rsid w:val="00DB6D11"/>
    <w:rsid w:val="00DC0499"/>
    <w:rsid w:val="00DE40A9"/>
    <w:rsid w:val="00DE4C1D"/>
    <w:rsid w:val="00DE67B1"/>
    <w:rsid w:val="00DF2CAB"/>
    <w:rsid w:val="00DF78C3"/>
    <w:rsid w:val="00E02AD4"/>
    <w:rsid w:val="00E03384"/>
    <w:rsid w:val="00E066FD"/>
    <w:rsid w:val="00E128B5"/>
    <w:rsid w:val="00E12B71"/>
    <w:rsid w:val="00E22636"/>
    <w:rsid w:val="00E3712E"/>
    <w:rsid w:val="00E448C7"/>
    <w:rsid w:val="00E53B65"/>
    <w:rsid w:val="00E557FF"/>
    <w:rsid w:val="00E7074E"/>
    <w:rsid w:val="00E80CC7"/>
    <w:rsid w:val="00E95DB2"/>
    <w:rsid w:val="00E96C99"/>
    <w:rsid w:val="00EA3C78"/>
    <w:rsid w:val="00EB191D"/>
    <w:rsid w:val="00EB3AAC"/>
    <w:rsid w:val="00EC531E"/>
    <w:rsid w:val="00ED1644"/>
    <w:rsid w:val="00ED7DD9"/>
    <w:rsid w:val="00EE4C71"/>
    <w:rsid w:val="00EF12A2"/>
    <w:rsid w:val="00EF6876"/>
    <w:rsid w:val="00F0215B"/>
    <w:rsid w:val="00F20429"/>
    <w:rsid w:val="00F22E7A"/>
    <w:rsid w:val="00F27BA8"/>
    <w:rsid w:val="00F35255"/>
    <w:rsid w:val="00F46CAA"/>
    <w:rsid w:val="00F55E03"/>
    <w:rsid w:val="00F60CCC"/>
    <w:rsid w:val="00F77B36"/>
    <w:rsid w:val="00F97B8E"/>
    <w:rsid w:val="00FB5A59"/>
    <w:rsid w:val="00FC03F3"/>
    <w:rsid w:val="00FC1869"/>
    <w:rsid w:val="00FC678C"/>
    <w:rsid w:val="00FD7080"/>
    <w:rsid w:val="00FE1F09"/>
    <w:rsid w:val="00FE5241"/>
    <w:rsid w:val="00FE6D23"/>
    <w:rsid w:val="00FF0C6B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8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ootnote Text Char Знак,Footnote Text Char Знак Знак,Footnote Text Char Знак Знак Знак Знак,Oaeno niinee-F,Oaeno niinee-FN,Table_Footnote_last,footnote text,single space,Текст сноски Знак Знак1 Знак,Текст сноски Знак1 Знак,Текст сноски-FN"/>
    <w:basedOn w:val="a"/>
    <w:link w:val="a4"/>
    <w:unhideWhenUsed/>
    <w:rsid w:val="00B37788"/>
    <w:rPr>
      <w:sz w:val="20"/>
      <w:szCs w:val="20"/>
    </w:rPr>
  </w:style>
  <w:style w:type="character" w:customStyle="1" w:styleId="a4">
    <w:name w:val="Текст сноски Знак"/>
    <w:aliases w:val="Footnote Text Char Знак Знак1,Footnote Text Char Знак Знак Знак,Footnote Text Char Знак Знак Знак Знак Знак,Oaeno niinee-F Знак,Oaeno niinee-FN Знак,Table_Footnote_last Знак,footnote text Знак,single space Знак,Текст сноски-FN Знак"/>
    <w:link w:val="a3"/>
    <w:rsid w:val="00B37788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B37788"/>
    <w:rPr>
      <w:vertAlign w:val="superscript"/>
    </w:rPr>
  </w:style>
  <w:style w:type="paragraph" w:customStyle="1" w:styleId="ConsPlusCell">
    <w:name w:val="ConsPlusCell"/>
    <w:rsid w:val="00B37788"/>
    <w:pPr>
      <w:autoSpaceDE w:val="0"/>
      <w:autoSpaceDN w:val="0"/>
      <w:adjustRightInd w:val="0"/>
    </w:pPr>
    <w:rPr>
      <w:rFonts w:ascii="Times New Roman" w:eastAsia="Times New Roman" w:hAnsi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377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3778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link w:val="a9"/>
    <w:rsid w:val="002510CA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1B37A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a">
    <w:name w:val="Hyperlink"/>
    <w:uiPriority w:val="99"/>
    <w:rsid w:val="001B37AD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617E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17EEF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617EEF"/>
    <w:rPr>
      <w:rFonts w:eastAsia="Times New Roman"/>
    </w:rPr>
  </w:style>
  <w:style w:type="paragraph" w:styleId="ae">
    <w:name w:val="No Spacing"/>
    <w:uiPriority w:val="1"/>
    <w:qFormat/>
    <w:rsid w:val="00625C34"/>
    <w:rPr>
      <w:rFonts w:eastAsia="Times New 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403A1C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03A1C"/>
    <w:rPr>
      <w:rFonts w:eastAsia="Times New Roman"/>
      <w:sz w:val="22"/>
      <w:szCs w:val="22"/>
    </w:rPr>
  </w:style>
  <w:style w:type="character" w:styleId="af3">
    <w:name w:val="Strong"/>
    <w:uiPriority w:val="99"/>
    <w:qFormat/>
    <w:rsid w:val="002932BC"/>
    <w:rPr>
      <w:rFonts w:cs="Times New Roman"/>
      <w:b/>
    </w:rPr>
  </w:style>
  <w:style w:type="character" w:customStyle="1" w:styleId="af4">
    <w:name w:val="Гипертекстовая ссылка"/>
    <w:basedOn w:val="a0"/>
    <w:uiPriority w:val="99"/>
    <w:rsid w:val="0019722C"/>
    <w:rPr>
      <w:b/>
      <w:bCs/>
      <w:color w:val="106BBE"/>
    </w:rPr>
  </w:style>
  <w:style w:type="paragraph" w:styleId="af5">
    <w:name w:val="Body Text"/>
    <w:aliases w:val="Body Text level 2,Body Text2,EHPT,b,body text,body text Знак,body text Знак Знак,body text1,body text11,body text2,body text3,bt,bt1,bt11,bt2,bt3,paragraph 2,paragraph 21,ändrad"/>
    <w:basedOn w:val="a"/>
    <w:link w:val="af6"/>
    <w:rsid w:val="004358CA"/>
    <w:pPr>
      <w:spacing w:after="120"/>
    </w:pPr>
    <w:rPr>
      <w:rFonts w:eastAsia="Calibri"/>
      <w:lang w:eastAsia="en-US"/>
    </w:rPr>
  </w:style>
  <w:style w:type="character" w:customStyle="1" w:styleId="af6">
    <w:name w:val="Основной текст Знак"/>
    <w:aliases w:val="Body Text level 2 Знак,Body Text2 Знак,EHPT Знак,b Знак,body text Знак1,body text Знак Знак1,body text Знак Знак Знак,body text1 Знак,body text11 Знак,body text2 Знак,body text3 Знак,bt Знак,bt1 Знак,bt11 Знак,bt2 Знак,bt3 Знак"/>
    <w:basedOn w:val="a0"/>
    <w:link w:val="af5"/>
    <w:rsid w:val="004358CA"/>
    <w:rPr>
      <w:sz w:val="22"/>
      <w:szCs w:val="22"/>
      <w:lang w:eastAsia="en-US"/>
    </w:rPr>
  </w:style>
  <w:style w:type="paragraph" w:customStyle="1" w:styleId="ConsPlusNormal">
    <w:name w:val="ConsPlusNormal"/>
    <w:rsid w:val="004358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7">
    <w:name w:val="Содержимое таблицы"/>
    <w:basedOn w:val="a"/>
    <w:rsid w:val="00CB613D"/>
    <w:pPr>
      <w:suppressLineNumbers/>
      <w:suppressAutoHyphens/>
    </w:pPr>
    <w:rPr>
      <w:rFonts w:eastAsia="Calibri"/>
      <w:kern w:val="1"/>
      <w:lang w:eastAsia="ar-SA"/>
    </w:r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rsid w:val="00CB61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9">
    <w:name w:val="Тема примечания Знак"/>
    <w:basedOn w:val="ad"/>
    <w:link w:val="afa"/>
    <w:uiPriority w:val="99"/>
    <w:semiHidden/>
    <w:rsid w:val="00CB613D"/>
    <w:rPr>
      <w:rFonts w:ascii="Times New Roman" w:eastAsia="Times New Roman" w:hAnsi="Times New Roman"/>
      <w:b/>
      <w:bCs/>
    </w:rPr>
  </w:style>
  <w:style w:type="paragraph" w:styleId="afa">
    <w:name w:val="annotation subject"/>
    <w:basedOn w:val="ac"/>
    <w:next w:val="ac"/>
    <w:link w:val="af9"/>
    <w:uiPriority w:val="99"/>
    <w:semiHidden/>
    <w:unhideWhenUsed/>
    <w:rsid w:val="00CB613D"/>
    <w:rPr>
      <w:rFonts w:ascii="Times New Roman" w:hAnsi="Times New Roman"/>
      <w:b/>
      <w:bCs/>
    </w:rPr>
  </w:style>
  <w:style w:type="paragraph" w:styleId="2">
    <w:name w:val="List Bullet 2"/>
    <w:basedOn w:val="a"/>
    <w:rsid w:val="00CB613D"/>
    <w:pPr>
      <w:numPr>
        <w:numId w:val="6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title5">
    <w:name w:val="title5"/>
    <w:rsid w:val="00CB613D"/>
    <w:rPr>
      <w:sz w:val="26"/>
      <w:szCs w:val="26"/>
    </w:rPr>
  </w:style>
  <w:style w:type="paragraph" w:customStyle="1" w:styleId="Normal1">
    <w:name w:val="Normal1"/>
    <w:rsid w:val="00CB613D"/>
    <w:pPr>
      <w:widowControl w:val="0"/>
      <w:suppressAutoHyphens/>
      <w:snapToGrid w:val="0"/>
      <w:spacing w:line="300" w:lineRule="auto"/>
      <w:ind w:left="400"/>
    </w:pPr>
    <w:rPr>
      <w:rFonts w:ascii="Times New Roman" w:eastAsia="Times New Roman" w:hAnsi="Times New Roman"/>
      <w:sz w:val="22"/>
      <w:lang w:eastAsia="ar-SA"/>
    </w:rPr>
  </w:style>
  <w:style w:type="paragraph" w:customStyle="1" w:styleId="ConsPlusNonformat">
    <w:name w:val="ConsPlusNonformat"/>
    <w:rsid w:val="00CB6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b">
    <w:name w:val="List Paragraph"/>
    <w:basedOn w:val="a"/>
    <w:uiPriority w:val="34"/>
    <w:qFormat/>
    <w:rsid w:val="00CB613D"/>
    <w:pPr>
      <w:ind w:left="720"/>
      <w:contextualSpacing/>
    </w:pPr>
    <w:rPr>
      <w:rFonts w:ascii="Times New Roman" w:hAnsi="Times New Roman"/>
      <w:sz w:val="24"/>
    </w:rPr>
  </w:style>
  <w:style w:type="character" w:customStyle="1" w:styleId="1">
    <w:name w:val="Основной текст1"/>
    <w:basedOn w:val="a0"/>
    <w:rsid w:val="00CB6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Normal">
    <w:name w:val="ConsNormal"/>
    <w:rsid w:val="008A615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9">
    <w:name w:val="Обычный (веб) Знак"/>
    <w:link w:val="a8"/>
    <w:locked/>
    <w:rsid w:val="00EA3C7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8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ootnote Text Char Знак,Footnote Text Char Знак Знак,Footnote Text Char Знак Знак Знак Знак,Oaeno niinee-F,Oaeno niinee-FN,Table_Footnote_last,footnote text,single space,Текст сноски Знак Знак1 Знак,Текст сноски Знак1 Знак,Текст сноски-FN"/>
    <w:basedOn w:val="a"/>
    <w:link w:val="a4"/>
    <w:unhideWhenUsed/>
    <w:rsid w:val="00B37788"/>
    <w:rPr>
      <w:sz w:val="20"/>
      <w:szCs w:val="20"/>
    </w:rPr>
  </w:style>
  <w:style w:type="character" w:customStyle="1" w:styleId="a4">
    <w:name w:val="Текст сноски Знак"/>
    <w:aliases w:val="Footnote Text Char Знак Знак1,Footnote Text Char Знак Знак Знак,Footnote Text Char Знак Знак Знак Знак Знак,Oaeno niinee-F Знак,Oaeno niinee-FN Знак,Table_Footnote_last Знак,footnote text Знак,single space Знак,Текст сноски-FN Знак"/>
    <w:link w:val="a3"/>
    <w:rsid w:val="00B37788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B37788"/>
    <w:rPr>
      <w:vertAlign w:val="superscript"/>
    </w:rPr>
  </w:style>
  <w:style w:type="paragraph" w:customStyle="1" w:styleId="ConsPlusCell">
    <w:name w:val="ConsPlusCell"/>
    <w:rsid w:val="00B37788"/>
    <w:pPr>
      <w:autoSpaceDE w:val="0"/>
      <w:autoSpaceDN w:val="0"/>
      <w:adjustRightInd w:val="0"/>
    </w:pPr>
    <w:rPr>
      <w:rFonts w:ascii="Times New Roman" w:eastAsia="Times New Roman" w:hAnsi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377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3778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link w:val="a9"/>
    <w:rsid w:val="002510CA"/>
    <w:pPr>
      <w:spacing w:before="100" w:beforeAutospacing="1" w:after="100" w:afterAutospacing="1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1B37A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a">
    <w:name w:val="Hyperlink"/>
    <w:uiPriority w:val="99"/>
    <w:rsid w:val="001B37AD"/>
    <w:rPr>
      <w:color w:val="0000FF"/>
      <w:u w:val="single"/>
    </w:rPr>
  </w:style>
  <w:style w:type="character" w:styleId="ab">
    <w:name w:val="annotation reference"/>
    <w:uiPriority w:val="99"/>
    <w:semiHidden/>
    <w:unhideWhenUsed/>
    <w:rsid w:val="00617E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17EEF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617EEF"/>
    <w:rPr>
      <w:rFonts w:eastAsia="Times New Roman"/>
    </w:rPr>
  </w:style>
  <w:style w:type="paragraph" w:styleId="ae">
    <w:name w:val="No Spacing"/>
    <w:uiPriority w:val="1"/>
    <w:qFormat/>
    <w:rsid w:val="00625C34"/>
    <w:rPr>
      <w:rFonts w:eastAsia="Times New Roman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403A1C"/>
    <w:rPr>
      <w:rFonts w:eastAsia="Times New Roman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403A1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03A1C"/>
    <w:rPr>
      <w:rFonts w:eastAsia="Times New Roman"/>
      <w:sz w:val="22"/>
      <w:szCs w:val="22"/>
    </w:rPr>
  </w:style>
  <w:style w:type="character" w:styleId="af3">
    <w:name w:val="Strong"/>
    <w:uiPriority w:val="99"/>
    <w:qFormat/>
    <w:rsid w:val="002932BC"/>
    <w:rPr>
      <w:rFonts w:cs="Times New Roman"/>
      <w:b/>
    </w:rPr>
  </w:style>
  <w:style w:type="character" w:customStyle="1" w:styleId="af4">
    <w:name w:val="Гипертекстовая ссылка"/>
    <w:basedOn w:val="a0"/>
    <w:uiPriority w:val="99"/>
    <w:rsid w:val="0019722C"/>
    <w:rPr>
      <w:b/>
      <w:bCs/>
      <w:color w:val="106BBE"/>
    </w:rPr>
  </w:style>
  <w:style w:type="paragraph" w:styleId="af5">
    <w:name w:val="Body Text"/>
    <w:aliases w:val="Body Text level 2,Body Text2,EHPT,b,body text,body text Знак,body text Знак Знак,body text1,body text11,body text2,body text3,bt,bt1,bt11,bt2,bt3,paragraph 2,paragraph 21,ändrad"/>
    <w:basedOn w:val="a"/>
    <w:link w:val="af6"/>
    <w:rsid w:val="004358CA"/>
    <w:pPr>
      <w:spacing w:after="120"/>
    </w:pPr>
    <w:rPr>
      <w:rFonts w:eastAsia="Calibri"/>
      <w:lang w:eastAsia="en-US"/>
    </w:rPr>
  </w:style>
  <w:style w:type="character" w:customStyle="1" w:styleId="af6">
    <w:name w:val="Основной текст Знак"/>
    <w:aliases w:val="Body Text level 2 Знак,Body Text2 Знак,EHPT Знак,b Знак,body text Знак1,body text Знак Знак1,body text Знак Знак Знак,body text1 Знак,body text11 Знак,body text2 Знак,body text3 Знак,bt Знак,bt1 Знак,bt11 Знак,bt2 Знак,bt3 Знак"/>
    <w:basedOn w:val="a0"/>
    <w:link w:val="af5"/>
    <w:rsid w:val="004358CA"/>
    <w:rPr>
      <w:sz w:val="22"/>
      <w:szCs w:val="22"/>
      <w:lang w:eastAsia="en-US"/>
    </w:rPr>
  </w:style>
  <w:style w:type="paragraph" w:customStyle="1" w:styleId="ConsPlusNormal">
    <w:name w:val="ConsPlusNormal"/>
    <w:rsid w:val="004358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7">
    <w:name w:val="Содержимое таблицы"/>
    <w:basedOn w:val="a"/>
    <w:rsid w:val="00CB613D"/>
    <w:pPr>
      <w:suppressLineNumbers/>
      <w:suppressAutoHyphens/>
    </w:pPr>
    <w:rPr>
      <w:rFonts w:eastAsia="Calibri"/>
      <w:kern w:val="1"/>
      <w:lang w:eastAsia="ar-SA"/>
    </w:rPr>
  </w:style>
  <w:style w:type="paragraph" w:customStyle="1" w:styleId="af8">
    <w:name w:val="Знак Знак Знак Знак Знак Знак Знак Знак Знак Знак Знак Знак Знак Знак Знак Знак Знак"/>
    <w:basedOn w:val="a"/>
    <w:rsid w:val="00CB61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9">
    <w:name w:val="Тема примечания Знак"/>
    <w:basedOn w:val="ad"/>
    <w:link w:val="afa"/>
    <w:uiPriority w:val="99"/>
    <w:semiHidden/>
    <w:rsid w:val="00CB613D"/>
    <w:rPr>
      <w:rFonts w:ascii="Times New Roman" w:eastAsia="Times New Roman" w:hAnsi="Times New Roman"/>
      <w:b/>
      <w:bCs/>
    </w:rPr>
  </w:style>
  <w:style w:type="paragraph" w:styleId="afa">
    <w:name w:val="annotation subject"/>
    <w:basedOn w:val="ac"/>
    <w:next w:val="ac"/>
    <w:link w:val="af9"/>
    <w:uiPriority w:val="99"/>
    <w:semiHidden/>
    <w:unhideWhenUsed/>
    <w:rsid w:val="00CB613D"/>
    <w:rPr>
      <w:rFonts w:ascii="Times New Roman" w:hAnsi="Times New Roman"/>
      <w:b/>
      <w:bCs/>
    </w:rPr>
  </w:style>
  <w:style w:type="paragraph" w:styleId="2">
    <w:name w:val="List Bullet 2"/>
    <w:basedOn w:val="a"/>
    <w:rsid w:val="00CB613D"/>
    <w:pPr>
      <w:numPr>
        <w:numId w:val="6"/>
      </w:num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title5">
    <w:name w:val="title5"/>
    <w:rsid w:val="00CB613D"/>
    <w:rPr>
      <w:sz w:val="26"/>
      <w:szCs w:val="26"/>
    </w:rPr>
  </w:style>
  <w:style w:type="paragraph" w:customStyle="1" w:styleId="Normal1">
    <w:name w:val="Normal1"/>
    <w:rsid w:val="00CB613D"/>
    <w:pPr>
      <w:widowControl w:val="0"/>
      <w:suppressAutoHyphens/>
      <w:snapToGrid w:val="0"/>
      <w:spacing w:line="300" w:lineRule="auto"/>
      <w:ind w:left="400"/>
    </w:pPr>
    <w:rPr>
      <w:rFonts w:ascii="Times New Roman" w:eastAsia="Times New Roman" w:hAnsi="Times New Roman"/>
      <w:sz w:val="22"/>
      <w:lang w:eastAsia="ar-SA"/>
    </w:rPr>
  </w:style>
  <w:style w:type="paragraph" w:customStyle="1" w:styleId="ConsPlusNonformat">
    <w:name w:val="ConsPlusNonformat"/>
    <w:rsid w:val="00CB6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b">
    <w:name w:val="List Paragraph"/>
    <w:basedOn w:val="a"/>
    <w:uiPriority w:val="34"/>
    <w:qFormat/>
    <w:rsid w:val="00CB613D"/>
    <w:pPr>
      <w:ind w:left="720"/>
      <w:contextualSpacing/>
    </w:pPr>
    <w:rPr>
      <w:rFonts w:ascii="Times New Roman" w:hAnsi="Times New Roman"/>
      <w:sz w:val="24"/>
    </w:rPr>
  </w:style>
  <w:style w:type="character" w:customStyle="1" w:styleId="1">
    <w:name w:val="Основной текст1"/>
    <w:basedOn w:val="a0"/>
    <w:rsid w:val="00CB61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ConsNormal">
    <w:name w:val="ConsNormal"/>
    <w:rsid w:val="008A615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9">
    <w:name w:val="Обычный (веб) Знак"/>
    <w:link w:val="a8"/>
    <w:locked/>
    <w:rsid w:val="00EA3C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KUNI~1\AppData\Local\Temp\notesFFF692\&#1058;&#1080;&#1087;&#1086;&#1074;&#1086;&#1081;%20&#1082;&#1086;&#1085;&#1090;&#1088;&#1072;&#1082;&#1090;%20&#1086;&#1088;&#1075;&#1072;&#1085;&#1080;&#1079;&#1072;&#1094;&#1080;&#1103;%20&#1076;&#1080;&#1077;&#1090;&#1080;&#1095;&#1077;&#1089;&#1082;&#1086;&#1075;&#1086;%20&#1087;&#1080;&#1090;&#1072;&#1085;&#1080;&#1103;%20-%20&#1079;&#1072;&#1087;&#1086;&#1083;&#1085;&#1077;&#1085;&#1086;%20&#1043;&#1059;&#1054;&#1058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9B0CB-7F54-4840-933D-30D8F6B8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Типовой контракт организация диетического питания - заполнено ГУОТ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 Ирина Васильевна</dc:creator>
  <cp:lastModifiedBy>User</cp:lastModifiedBy>
  <cp:revision>5</cp:revision>
  <cp:lastPrinted>2021-06-07T10:30:00Z</cp:lastPrinted>
  <dcterms:created xsi:type="dcterms:W3CDTF">2024-07-15T07:16:00Z</dcterms:created>
  <dcterms:modified xsi:type="dcterms:W3CDTF">2024-07-16T06:37:00Z</dcterms:modified>
</cp:coreProperties>
</file>