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B76" w:rsidRDefault="006D6B76" w:rsidP="00145561">
      <w:pPr>
        <w:ind w:right="283"/>
        <w:jc w:val="center"/>
      </w:pPr>
    </w:p>
    <w:p w:rsidR="00646110" w:rsidRDefault="00F76B57" w:rsidP="00971C43">
      <w:pPr>
        <w:tabs>
          <w:tab w:val="left" w:pos="10632"/>
        </w:tabs>
        <w:ind w:left="142" w:right="425"/>
        <w:jc w:val="center"/>
      </w:pPr>
      <w:r w:rsidRPr="000E125D">
        <w:t>ИЗВЕЩЕНИ</w:t>
      </w:r>
      <w:r w:rsidR="00AA1DA0">
        <w:t>Е</w:t>
      </w:r>
      <w:r w:rsidR="004127F8" w:rsidRPr="000E125D">
        <w:t xml:space="preserve"> (УВЕДОМЛЕНИ</w:t>
      </w:r>
      <w:r w:rsidR="00AA1DA0">
        <w:t>Е</w:t>
      </w:r>
      <w:r w:rsidR="004127F8" w:rsidRPr="000E125D">
        <w:t>)</w:t>
      </w:r>
    </w:p>
    <w:p w:rsidR="00646110" w:rsidRDefault="00F76B57" w:rsidP="00971C43">
      <w:pPr>
        <w:tabs>
          <w:tab w:val="left" w:pos="10632"/>
        </w:tabs>
        <w:ind w:left="142" w:right="425"/>
        <w:jc w:val="center"/>
      </w:pPr>
      <w:r w:rsidRPr="000E125D">
        <w:t xml:space="preserve"> </w:t>
      </w:r>
      <w:r w:rsidR="00646110" w:rsidRPr="000E125D">
        <w:t>о проведении закупочной процедуры</w:t>
      </w:r>
      <w:r w:rsidR="00646110">
        <w:t xml:space="preserve"> в электронной форме, </w:t>
      </w:r>
    </w:p>
    <w:p w:rsidR="00F76B57" w:rsidRPr="0022589C" w:rsidRDefault="00646110" w:rsidP="00971C43">
      <w:pPr>
        <w:tabs>
          <w:tab w:val="left" w:pos="10632"/>
        </w:tabs>
        <w:ind w:left="142" w:right="425"/>
        <w:jc w:val="center"/>
      </w:pPr>
      <w:r w:rsidRPr="00646110">
        <w:t>участниками которого могут быть только субъекты малого и среднего</w:t>
      </w:r>
      <w:r>
        <w:t xml:space="preserve"> </w:t>
      </w:r>
      <w:r w:rsidRPr="00646110">
        <w:t>предпринимательства</w:t>
      </w:r>
    </w:p>
    <w:p w:rsidR="005E2B2F" w:rsidRPr="000E125D" w:rsidRDefault="005E2B2F" w:rsidP="00971C43">
      <w:pPr>
        <w:tabs>
          <w:tab w:val="left" w:pos="10632"/>
        </w:tabs>
        <w:ind w:left="142" w:right="425"/>
      </w:pPr>
    </w:p>
    <w:p w:rsidR="00C57576" w:rsidRPr="000E125D" w:rsidRDefault="00C57576" w:rsidP="00971C43">
      <w:pPr>
        <w:tabs>
          <w:tab w:val="left" w:pos="10632"/>
        </w:tabs>
        <w:ind w:left="142" w:right="425"/>
      </w:pPr>
      <w:r w:rsidRPr="000E125D">
        <w:t>Способ закупки:</w:t>
      </w:r>
      <w:r>
        <w:t xml:space="preserve"> </w:t>
      </w:r>
      <w:r w:rsidR="00496168">
        <w:rPr>
          <w:b/>
          <w:u w:val="single"/>
        </w:rPr>
        <w:t>Запрос предложений</w:t>
      </w:r>
    </w:p>
    <w:p w:rsidR="00C57576" w:rsidRPr="00017292" w:rsidRDefault="00C57576" w:rsidP="00971C43">
      <w:pPr>
        <w:pStyle w:val="a3"/>
        <w:tabs>
          <w:tab w:val="left" w:pos="709"/>
          <w:tab w:val="left" w:pos="10632"/>
        </w:tabs>
        <w:ind w:left="142" w:right="425"/>
        <w:jc w:val="both"/>
        <w:rPr>
          <w:b/>
          <w:sz w:val="12"/>
        </w:rPr>
      </w:pPr>
    </w:p>
    <w:tbl>
      <w:tblPr>
        <w:tblW w:w="10492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5"/>
        <w:gridCol w:w="3061"/>
        <w:gridCol w:w="6596"/>
      </w:tblGrid>
      <w:tr w:rsidR="007835DE" w:rsidRPr="00971C43" w:rsidTr="003D78FC">
        <w:trPr>
          <w:trHeight w:val="202"/>
        </w:trPr>
        <w:tc>
          <w:tcPr>
            <w:tcW w:w="835" w:type="dxa"/>
            <w:shd w:val="clear" w:color="auto" w:fill="auto"/>
          </w:tcPr>
          <w:p w:rsidR="007835DE" w:rsidRPr="00971C43" w:rsidRDefault="007835DE" w:rsidP="003D78FC">
            <w:pPr>
              <w:rPr>
                <w:rFonts w:eastAsia="Calibri"/>
                <w:b/>
                <w:snapToGrid w:val="0"/>
              </w:rPr>
            </w:pPr>
            <w:r w:rsidRPr="00971C43">
              <w:rPr>
                <w:rFonts w:eastAsia="Calibri"/>
                <w:b/>
                <w:snapToGrid w:val="0"/>
              </w:rPr>
              <w:t>№ п/п</w:t>
            </w:r>
          </w:p>
        </w:tc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pPr>
              <w:jc w:val="center"/>
              <w:rPr>
                <w:rFonts w:eastAsia="Calibri"/>
                <w:b/>
                <w:snapToGrid w:val="0"/>
              </w:rPr>
            </w:pPr>
            <w:r w:rsidRPr="00971C43">
              <w:rPr>
                <w:rFonts w:eastAsia="Calibri"/>
                <w:b/>
                <w:snapToGrid w:val="0"/>
              </w:rPr>
              <w:t>Условия закупки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7835DE" w:rsidP="003D78FC">
            <w:pPr>
              <w:jc w:val="center"/>
              <w:rPr>
                <w:rFonts w:eastAsia="Calibri"/>
                <w:b/>
                <w:snapToGrid w:val="0"/>
              </w:rPr>
            </w:pPr>
            <w:r w:rsidRPr="00971C43">
              <w:rPr>
                <w:rFonts w:eastAsia="Calibri"/>
                <w:b/>
                <w:snapToGrid w:val="0"/>
              </w:rPr>
              <w:t>Значение</w:t>
            </w:r>
          </w:p>
        </w:tc>
      </w:tr>
      <w:tr w:rsidR="00971C43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971C43" w:rsidRPr="00971C43" w:rsidRDefault="00971C43" w:rsidP="00971C43">
            <w:pPr>
              <w:numPr>
                <w:ilvl w:val="0"/>
                <w:numId w:val="2"/>
              </w:numPr>
              <w:ind w:left="567" w:hanging="425"/>
              <w:contextualSpacing/>
              <w:rPr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971C43" w:rsidRPr="00971C43" w:rsidRDefault="00971C43" w:rsidP="00971C43">
            <w:pPr>
              <w:rPr>
                <w:snapToGrid w:val="0"/>
              </w:rPr>
            </w:pPr>
            <w:r w:rsidRPr="00971C43">
              <w:rPr>
                <w:snapToGrid w:val="0"/>
              </w:rPr>
              <w:t>Предмет закупки/договора</w:t>
            </w:r>
          </w:p>
        </w:tc>
        <w:tc>
          <w:tcPr>
            <w:tcW w:w="6596" w:type="dxa"/>
            <w:shd w:val="clear" w:color="auto" w:fill="auto"/>
          </w:tcPr>
          <w:p w:rsidR="00971C43" w:rsidRPr="00971C43" w:rsidRDefault="00971C43" w:rsidP="00971C43">
            <w:pPr>
              <w:rPr>
                <w:i/>
              </w:rPr>
            </w:pPr>
            <w:r w:rsidRPr="00971C43">
              <w:rPr>
                <w:b/>
              </w:rPr>
              <w:t>Лот №</w:t>
            </w:r>
            <w:r w:rsidRPr="00971C43">
              <w:rPr>
                <w:u w:val="single"/>
              </w:rPr>
              <w:t xml:space="preserve"> </w:t>
            </w:r>
            <w:r w:rsidR="00496168">
              <w:rPr>
                <w:b/>
                <w:u w:val="single"/>
              </w:rPr>
              <w:t>20-000266</w:t>
            </w:r>
          </w:p>
          <w:p w:rsidR="00971C43" w:rsidRPr="00971C43" w:rsidRDefault="00971C43" w:rsidP="00971C43">
            <w:r w:rsidRPr="00971C43">
              <w:t xml:space="preserve">Предмет закупки: </w:t>
            </w:r>
            <w:r w:rsidRPr="00971C43">
              <w:rPr>
                <w:b/>
              </w:rPr>
              <w:t>Право заключения договора</w:t>
            </w:r>
          </w:p>
          <w:p w:rsidR="00971C43" w:rsidRPr="00971C43" w:rsidRDefault="00971C43" w:rsidP="00971C43">
            <w:pPr>
              <w:rPr>
                <w:b/>
                <w:u w:val="single"/>
              </w:rPr>
            </w:pPr>
            <w:r w:rsidRPr="00971C43">
              <w:t xml:space="preserve">Предмет договора: </w:t>
            </w:r>
            <w:r w:rsidR="00496168">
              <w:rPr>
                <w:b/>
                <w:u w:val="single"/>
              </w:rPr>
              <w:t>«Модернизация диспетчерского пункта (СМР) ПО БЭС ООО «</w:t>
            </w:r>
            <w:proofErr w:type="gramStart"/>
            <w:r w:rsidR="00496168">
              <w:rPr>
                <w:b/>
                <w:u w:val="single"/>
              </w:rPr>
              <w:t>Башкирэнерго»«</w:t>
            </w:r>
            <w:proofErr w:type="gramEnd"/>
          </w:p>
          <w:p w:rsidR="00971C43" w:rsidRPr="00971C43" w:rsidRDefault="00971C43" w:rsidP="00971C43">
            <w:pPr>
              <w:pStyle w:val="a3"/>
              <w:tabs>
                <w:tab w:val="left" w:pos="709"/>
              </w:tabs>
              <w:ind w:left="0"/>
              <w:jc w:val="both"/>
            </w:pPr>
            <w:r w:rsidRPr="00971C43">
              <w:t xml:space="preserve">Количество ТМЦ/объем </w:t>
            </w:r>
            <w:proofErr w:type="spellStart"/>
            <w:r w:rsidRPr="00971C43">
              <w:t>РиУ</w:t>
            </w:r>
            <w:proofErr w:type="spellEnd"/>
            <w:r w:rsidRPr="00971C43">
              <w:t xml:space="preserve">: </w:t>
            </w:r>
            <w:r w:rsidR="00496168">
              <w:rPr>
                <w:b/>
                <w:u w:val="single"/>
              </w:rPr>
              <w:t xml:space="preserve">6 </w:t>
            </w:r>
            <w:proofErr w:type="spellStart"/>
            <w:r w:rsidR="00496168">
              <w:rPr>
                <w:b/>
                <w:u w:val="single"/>
              </w:rPr>
              <w:t>шт</w:t>
            </w:r>
            <w:proofErr w:type="spellEnd"/>
          </w:p>
          <w:p w:rsidR="00971C43" w:rsidRPr="00971C43" w:rsidRDefault="00971C43" w:rsidP="00971C43">
            <w:pPr>
              <w:rPr>
                <w:i/>
              </w:rPr>
            </w:pPr>
            <w:r w:rsidRPr="00971C43">
              <w:t xml:space="preserve">ОКДП: </w:t>
            </w:r>
          </w:p>
          <w:p w:rsidR="00971C43" w:rsidRPr="00971C43" w:rsidRDefault="00971C43" w:rsidP="00971C43">
            <w:pPr>
              <w:pStyle w:val="a3"/>
              <w:tabs>
                <w:tab w:val="left" w:pos="709"/>
              </w:tabs>
              <w:ind w:left="0"/>
              <w:jc w:val="both"/>
            </w:pPr>
            <w:r w:rsidRPr="00971C43">
              <w:t xml:space="preserve">ОКВЭД: </w:t>
            </w:r>
          </w:p>
        </w:tc>
      </w:tr>
      <w:tr w:rsidR="00971C43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971C43" w:rsidRPr="00971C43" w:rsidRDefault="00971C43" w:rsidP="00971C43">
            <w:pPr>
              <w:numPr>
                <w:ilvl w:val="0"/>
                <w:numId w:val="2"/>
              </w:numPr>
              <w:ind w:left="567" w:hanging="425"/>
              <w:contextualSpacing/>
              <w:rPr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971C43" w:rsidRPr="00971C43" w:rsidRDefault="00971C43" w:rsidP="00971C43">
            <w:pPr>
              <w:rPr>
                <w:snapToGrid w:val="0"/>
              </w:rPr>
            </w:pPr>
            <w:r w:rsidRPr="00971C43">
              <w:rPr>
                <w:snapToGrid w:val="0"/>
              </w:rPr>
              <w:t>Заказчик закупки</w:t>
            </w:r>
          </w:p>
        </w:tc>
        <w:tc>
          <w:tcPr>
            <w:tcW w:w="6596" w:type="dxa"/>
            <w:shd w:val="clear" w:color="auto" w:fill="auto"/>
          </w:tcPr>
          <w:p w:rsidR="00971C43" w:rsidRPr="00971C43" w:rsidRDefault="00971C43" w:rsidP="00971C43">
            <w:pPr>
              <w:rPr>
                <w:i/>
              </w:rPr>
            </w:pPr>
            <w:r w:rsidRPr="00971C43">
              <w:t xml:space="preserve">Наименование организации: </w:t>
            </w:r>
            <w:r w:rsidR="00496168">
              <w:rPr>
                <w:b/>
                <w:u w:val="single"/>
              </w:rPr>
              <w:t>ООО «Башкирэнерго»</w:t>
            </w:r>
          </w:p>
          <w:p w:rsidR="00971C43" w:rsidRPr="00971C43" w:rsidRDefault="00971C43" w:rsidP="00971C43">
            <w:pPr>
              <w:rPr>
                <w:i/>
              </w:rPr>
            </w:pPr>
            <w:r w:rsidRPr="00971C43">
              <w:t>Место нахождения:</w:t>
            </w:r>
            <w:r w:rsidRPr="00971C43">
              <w:tab/>
            </w:r>
            <w:r w:rsidR="00496168">
              <w:rPr>
                <w:b/>
                <w:u w:val="single"/>
              </w:rPr>
              <w:t>450096, Республика Башкортостан, город Уфа, улица Комсомольская, 126</w:t>
            </w:r>
          </w:p>
          <w:p w:rsidR="00971C43" w:rsidRPr="00971C43" w:rsidRDefault="00971C43" w:rsidP="00971C43">
            <w:pPr>
              <w:rPr>
                <w:i/>
              </w:rPr>
            </w:pPr>
            <w:r w:rsidRPr="00971C43">
              <w:t xml:space="preserve">Почтовый адрес: </w:t>
            </w:r>
            <w:r w:rsidR="00496168">
              <w:rPr>
                <w:b/>
                <w:u w:val="single"/>
              </w:rPr>
              <w:t xml:space="preserve">450096, Башкортостан </w:t>
            </w:r>
            <w:proofErr w:type="spellStart"/>
            <w:r w:rsidR="00496168">
              <w:rPr>
                <w:b/>
                <w:u w:val="single"/>
              </w:rPr>
              <w:t>Респ</w:t>
            </w:r>
            <w:proofErr w:type="spellEnd"/>
            <w:r w:rsidR="00496168">
              <w:rPr>
                <w:b/>
                <w:u w:val="single"/>
              </w:rPr>
              <w:t xml:space="preserve">, Уфа г, Комсомольская </w:t>
            </w:r>
            <w:proofErr w:type="spellStart"/>
            <w:r w:rsidR="00496168">
              <w:rPr>
                <w:b/>
                <w:u w:val="single"/>
              </w:rPr>
              <w:t>ул</w:t>
            </w:r>
            <w:proofErr w:type="spellEnd"/>
            <w:r w:rsidR="00496168">
              <w:rPr>
                <w:b/>
                <w:u w:val="single"/>
              </w:rPr>
              <w:t>, дом № 126</w:t>
            </w:r>
          </w:p>
          <w:p w:rsidR="00971C43" w:rsidRPr="00971C43" w:rsidRDefault="00971C43" w:rsidP="00971C43">
            <w:pPr>
              <w:rPr>
                <w:i/>
              </w:rPr>
            </w:pPr>
            <w:r w:rsidRPr="00971C43">
              <w:t xml:space="preserve">Адрес электронной почты: </w:t>
            </w:r>
            <w:r w:rsidR="00496168">
              <w:rPr>
                <w:b/>
                <w:u w:val="single"/>
              </w:rPr>
              <w:t>office@bashres.bashkirenergo.ru</w:t>
            </w:r>
          </w:p>
          <w:p w:rsidR="00971C43" w:rsidRPr="00971C43" w:rsidRDefault="00971C43" w:rsidP="00971C43">
            <w:pPr>
              <w:rPr>
                <w:i/>
              </w:rPr>
            </w:pPr>
            <w:r w:rsidRPr="00971C43">
              <w:t xml:space="preserve">Телефон: </w:t>
            </w:r>
            <w:r w:rsidR="00496168">
              <w:rPr>
                <w:b/>
                <w:u w:val="single"/>
              </w:rPr>
              <w:t>7(347)2797614</w:t>
            </w:r>
          </w:p>
        </w:tc>
      </w:tr>
      <w:tr w:rsidR="007835DE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7835DE" w:rsidRPr="00971C43" w:rsidRDefault="00971C43" w:rsidP="003D78FC">
            <w:pPr>
              <w:rPr>
                <w:snapToGrid w:val="0"/>
              </w:rPr>
            </w:pPr>
            <w:r w:rsidRPr="00971C43">
              <w:rPr>
                <w:snapToGrid w:val="0"/>
              </w:rPr>
              <w:t>Организатор закупки</w:t>
            </w:r>
          </w:p>
        </w:tc>
        <w:tc>
          <w:tcPr>
            <w:tcW w:w="6596" w:type="dxa"/>
            <w:shd w:val="clear" w:color="auto" w:fill="auto"/>
          </w:tcPr>
          <w:p w:rsidR="00971C43" w:rsidRPr="00971C43" w:rsidRDefault="00971C43" w:rsidP="00971C43">
            <w:pPr>
              <w:rPr>
                <w:i/>
              </w:rPr>
            </w:pPr>
            <w:r w:rsidRPr="00971C43">
              <w:t xml:space="preserve">Наименование организации: </w:t>
            </w:r>
            <w:r w:rsidRPr="00971C43">
              <w:rPr>
                <w:b/>
                <w:u w:val="single"/>
              </w:rPr>
              <w:t>АО «БЭСК»</w:t>
            </w:r>
          </w:p>
          <w:p w:rsidR="00971C43" w:rsidRPr="00971C43" w:rsidRDefault="00971C43" w:rsidP="00971C43">
            <w:r w:rsidRPr="00971C43">
              <w:t xml:space="preserve">Место нахождения: </w:t>
            </w:r>
            <w:r w:rsidRPr="00971C43">
              <w:rPr>
                <w:b/>
                <w:u w:val="single"/>
              </w:rPr>
              <w:t>450096, Республика Башкортостан, Уфа г, ул. Комсомольская, дом 126</w:t>
            </w:r>
          </w:p>
          <w:p w:rsidR="00971C43" w:rsidRPr="00971C43" w:rsidRDefault="00971C43" w:rsidP="00971C43">
            <w:pPr>
              <w:rPr>
                <w:i/>
              </w:rPr>
            </w:pPr>
            <w:r w:rsidRPr="00971C43">
              <w:t xml:space="preserve">Ф.И.О.: </w:t>
            </w:r>
            <w:r w:rsidR="00496168">
              <w:rPr>
                <w:b/>
                <w:u w:val="single"/>
              </w:rPr>
              <w:t>Ефименко Наталья Сергеевна</w:t>
            </w:r>
            <w:r w:rsidRPr="00971C43">
              <w:rPr>
                <w:b/>
                <w:u w:val="single"/>
              </w:rPr>
              <w:t xml:space="preserve"> </w:t>
            </w:r>
          </w:p>
          <w:p w:rsidR="00971C43" w:rsidRPr="00971C43" w:rsidRDefault="00971C43" w:rsidP="00971C43">
            <w:pPr>
              <w:rPr>
                <w:i/>
              </w:rPr>
            </w:pPr>
            <w:r w:rsidRPr="00971C43">
              <w:t xml:space="preserve">Адрес электронной почты: </w:t>
            </w:r>
            <w:r w:rsidR="00496168">
              <w:rPr>
                <w:u w:val="single"/>
              </w:rPr>
              <w:t>EfimenkoNS@bashkirenergo.ru</w:t>
            </w:r>
          </w:p>
          <w:p w:rsidR="00971C43" w:rsidRPr="00971C43" w:rsidRDefault="00971C43" w:rsidP="00971C43">
            <w:pPr>
              <w:rPr>
                <w:i/>
              </w:rPr>
            </w:pPr>
            <w:r w:rsidRPr="00971C43">
              <w:t>Телефон:</w:t>
            </w:r>
            <w:r w:rsidRPr="00971C43">
              <w:rPr>
                <w:b/>
              </w:rPr>
              <w:t xml:space="preserve"> </w:t>
            </w:r>
            <w:r w:rsidR="00496168">
              <w:rPr>
                <w:u w:val="single"/>
              </w:rPr>
              <w:t>7(347)2797614</w:t>
            </w:r>
          </w:p>
          <w:p w:rsidR="00971C43" w:rsidRPr="00971C43" w:rsidRDefault="00971C43" w:rsidP="00971C43">
            <w:pPr>
              <w:pStyle w:val="a3"/>
              <w:tabs>
                <w:tab w:val="left" w:pos="709"/>
              </w:tabs>
              <w:ind w:left="0"/>
              <w:jc w:val="both"/>
            </w:pPr>
          </w:p>
        </w:tc>
      </w:tr>
      <w:tr w:rsidR="007835DE" w:rsidRPr="00971C43" w:rsidTr="003D78FC">
        <w:trPr>
          <w:trHeight w:val="654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snapToGrid w:val="0"/>
              </w:rPr>
            </w:pPr>
            <w:bookmarkStart w:id="0" w:name="_Ref421095295"/>
          </w:p>
        </w:tc>
        <w:bookmarkEnd w:id="0"/>
        <w:tc>
          <w:tcPr>
            <w:tcW w:w="3061" w:type="dxa"/>
            <w:shd w:val="clear" w:color="auto" w:fill="auto"/>
          </w:tcPr>
          <w:p w:rsidR="007835DE" w:rsidRPr="00971C43" w:rsidRDefault="007835DE" w:rsidP="007835DE">
            <w:r w:rsidRPr="00971C43">
              <w:t xml:space="preserve">Сведения о начальной (максимальной) цене договора, руб. без НДС 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496168" w:rsidP="007835DE">
            <w:pPr>
              <w:pStyle w:val="a9"/>
              <w:widowControl w:val="0"/>
              <w:tabs>
                <w:tab w:val="left" w:pos="279"/>
                <w:tab w:val="num" w:pos="1134"/>
              </w:tabs>
              <w:suppressAutoHyphens/>
              <w:snapToGrid w:val="0"/>
              <w:spacing w:before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5 609 412,5 руб.</w:t>
            </w:r>
            <w:r w:rsidR="007835DE" w:rsidRPr="00971C43">
              <w:rPr>
                <w:b/>
                <w:sz w:val="24"/>
                <w:szCs w:val="24"/>
                <w:u w:val="single"/>
              </w:rPr>
              <w:t xml:space="preserve"> без НДС</w:t>
            </w:r>
          </w:p>
        </w:tc>
      </w:tr>
      <w:tr w:rsidR="007835DE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r w:rsidRPr="00971C43">
              <w:t>Оплата поставки товара (оказания услуг, выполнения работ)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7835DE" w:rsidP="003D78FC">
            <w:r w:rsidRPr="00971C43">
              <w:rPr>
                <w:bCs/>
                <w:color w:val="000000"/>
                <w:spacing w:val="9"/>
              </w:rPr>
              <w:t>В соответствии с требованиями Технического задания</w:t>
            </w:r>
          </w:p>
        </w:tc>
      </w:tr>
      <w:tr w:rsidR="007835DE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r w:rsidRPr="00971C43">
              <w:t xml:space="preserve">Место поставки ТМЦ/выполнения </w:t>
            </w:r>
            <w:proofErr w:type="spellStart"/>
            <w:r w:rsidRPr="00971C43">
              <w:t>РиУ</w:t>
            </w:r>
            <w:proofErr w:type="spellEnd"/>
          </w:p>
        </w:tc>
        <w:tc>
          <w:tcPr>
            <w:tcW w:w="6596" w:type="dxa"/>
            <w:shd w:val="clear" w:color="auto" w:fill="auto"/>
          </w:tcPr>
          <w:p w:rsidR="007835DE" w:rsidRPr="00971C43" w:rsidRDefault="00496168" w:rsidP="003D78FC">
            <w:pPr>
              <w:rPr>
                <w:snapToGrid w:val="0"/>
                <w:color w:val="FF0000"/>
              </w:rPr>
            </w:pPr>
            <w:r>
              <w:rPr>
                <w:b/>
                <w:u w:val="single"/>
              </w:rPr>
              <w:t xml:space="preserve">1. ПО БЭС: 452020, Республика Башкортостан, </w:t>
            </w:r>
            <w:proofErr w:type="spellStart"/>
            <w:r>
              <w:rPr>
                <w:b/>
                <w:u w:val="single"/>
              </w:rPr>
              <w:t>Белебеевский</w:t>
            </w:r>
            <w:proofErr w:type="spellEnd"/>
            <w:r>
              <w:rPr>
                <w:b/>
                <w:u w:val="single"/>
              </w:rPr>
              <w:t xml:space="preserve"> р-н, с. Аксаково, ул. Пограничная, д. 7</w:t>
            </w:r>
          </w:p>
        </w:tc>
      </w:tr>
      <w:tr w:rsidR="007835DE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snapToGrid w:val="0"/>
              </w:rPr>
            </w:pPr>
            <w:bookmarkStart w:id="1" w:name="_Ref421095336"/>
          </w:p>
        </w:tc>
        <w:bookmarkEnd w:id="1"/>
        <w:tc>
          <w:tcPr>
            <w:tcW w:w="3061" w:type="dxa"/>
            <w:shd w:val="clear" w:color="auto" w:fill="auto"/>
          </w:tcPr>
          <w:p w:rsidR="007835DE" w:rsidRPr="00971C43" w:rsidRDefault="007835DE" w:rsidP="007835DE">
            <w:pPr>
              <w:rPr>
                <w:color w:val="FF0000"/>
              </w:rPr>
            </w:pPr>
            <w:r w:rsidRPr="00971C43">
              <w:t>Место и порядок проведения процедуры предоставления документации о закупке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7835DE" w:rsidP="003D78FC">
            <w:pPr>
              <w:pStyle w:val="a9"/>
              <w:spacing w:before="0" w:line="240" w:lineRule="auto"/>
              <w:rPr>
                <w:snapToGrid w:val="0"/>
                <w:sz w:val="24"/>
                <w:szCs w:val="24"/>
              </w:rPr>
            </w:pPr>
            <w:r w:rsidRPr="00971C43">
              <w:rPr>
                <w:sz w:val="24"/>
                <w:szCs w:val="24"/>
              </w:rPr>
              <w:t xml:space="preserve">Данная процедура проводится в электронной форме на </w:t>
            </w:r>
            <w:r w:rsidRPr="00971C43">
              <w:rPr>
                <w:snapToGrid w:val="0"/>
                <w:sz w:val="24"/>
                <w:szCs w:val="24"/>
              </w:rPr>
              <w:t xml:space="preserve">ЭТП </w:t>
            </w:r>
            <w:proofErr w:type="spellStart"/>
            <w:r w:rsidRPr="00971C43">
              <w:rPr>
                <w:snapToGrid w:val="0"/>
                <w:sz w:val="24"/>
                <w:szCs w:val="24"/>
              </w:rPr>
              <w:t>ZakazRF</w:t>
            </w:r>
            <w:proofErr w:type="spellEnd"/>
            <w:r w:rsidRPr="00971C43">
              <w:rPr>
                <w:snapToGrid w:val="0"/>
                <w:sz w:val="24"/>
                <w:szCs w:val="24"/>
              </w:rPr>
              <w:t xml:space="preserve"> (</w:t>
            </w:r>
            <w:hyperlink r:id="rId7" w:history="1">
              <w:r w:rsidRPr="00971C43">
                <w:rPr>
                  <w:rStyle w:val="a7"/>
                  <w:snapToGrid w:val="0"/>
                  <w:sz w:val="24"/>
                  <w:szCs w:val="24"/>
                  <w:lang w:val="en-US"/>
                </w:rPr>
                <w:t>www</w:t>
              </w:r>
              <w:r w:rsidRPr="00971C43">
                <w:rPr>
                  <w:rStyle w:val="a7"/>
                  <w:snapToGrid w:val="0"/>
                  <w:sz w:val="24"/>
                  <w:szCs w:val="24"/>
                </w:rPr>
                <w:t>.zakazrf.ru</w:t>
              </w:r>
            </w:hyperlink>
            <w:r w:rsidRPr="00971C43">
              <w:rPr>
                <w:snapToGrid w:val="0"/>
                <w:sz w:val="24"/>
                <w:szCs w:val="24"/>
              </w:rPr>
              <w:t>)</w:t>
            </w:r>
            <w:r w:rsidRPr="00971C43">
              <w:rPr>
                <w:sz w:val="24"/>
                <w:szCs w:val="24"/>
              </w:rPr>
              <w:t>.</w:t>
            </w:r>
          </w:p>
          <w:p w:rsidR="007835DE" w:rsidRPr="00971C43" w:rsidRDefault="007835DE" w:rsidP="003D78FC">
            <w:pPr>
              <w:pStyle w:val="a9"/>
              <w:spacing w:before="0" w:line="240" w:lineRule="auto"/>
              <w:rPr>
                <w:snapToGrid w:val="0"/>
                <w:sz w:val="24"/>
                <w:szCs w:val="24"/>
              </w:rPr>
            </w:pPr>
            <w:r w:rsidRPr="00971C43">
              <w:rPr>
                <w:snapToGrid w:val="0"/>
                <w:sz w:val="24"/>
                <w:szCs w:val="24"/>
              </w:rPr>
              <w:t>Предложения участников подаются в форме электронного документа.</w:t>
            </w:r>
          </w:p>
          <w:p w:rsidR="007835DE" w:rsidRPr="00971C43" w:rsidRDefault="007835DE" w:rsidP="003D78FC">
            <w:pPr>
              <w:pStyle w:val="a9"/>
              <w:spacing w:before="40" w:line="240" w:lineRule="auto"/>
              <w:rPr>
                <w:sz w:val="24"/>
                <w:szCs w:val="24"/>
              </w:rPr>
            </w:pPr>
            <w:r w:rsidRPr="00971C43">
              <w:rPr>
                <w:sz w:val="24"/>
                <w:szCs w:val="24"/>
              </w:rPr>
              <w:t xml:space="preserve">Заявка должна быть размещена на электронной торговой площадке </w:t>
            </w:r>
            <w:proofErr w:type="spellStart"/>
            <w:r w:rsidRPr="00971C43">
              <w:rPr>
                <w:snapToGrid w:val="0"/>
                <w:sz w:val="24"/>
                <w:szCs w:val="24"/>
              </w:rPr>
              <w:t>ZakazRF</w:t>
            </w:r>
            <w:proofErr w:type="spellEnd"/>
            <w:r w:rsidRPr="00971C43">
              <w:rPr>
                <w:snapToGrid w:val="0"/>
                <w:sz w:val="24"/>
                <w:szCs w:val="24"/>
              </w:rPr>
              <w:t xml:space="preserve"> (</w:t>
            </w:r>
            <w:hyperlink r:id="rId8" w:history="1">
              <w:r w:rsidRPr="00971C43">
                <w:rPr>
                  <w:rStyle w:val="a7"/>
                  <w:snapToGrid w:val="0"/>
                  <w:sz w:val="24"/>
                  <w:szCs w:val="24"/>
                  <w:lang w:val="en-US"/>
                </w:rPr>
                <w:t>www</w:t>
              </w:r>
              <w:r w:rsidRPr="00971C43">
                <w:rPr>
                  <w:rStyle w:val="a7"/>
                  <w:snapToGrid w:val="0"/>
                  <w:sz w:val="24"/>
                  <w:szCs w:val="24"/>
                </w:rPr>
                <w:t>.zakazrf.ru</w:t>
              </w:r>
            </w:hyperlink>
            <w:r w:rsidRPr="00971C43">
              <w:rPr>
                <w:snapToGrid w:val="0"/>
                <w:sz w:val="24"/>
                <w:szCs w:val="24"/>
              </w:rPr>
              <w:t xml:space="preserve">) </w:t>
            </w:r>
            <w:r w:rsidRPr="00971C43">
              <w:rPr>
                <w:sz w:val="24"/>
                <w:szCs w:val="24"/>
              </w:rPr>
              <w:t>в соответствии с правилами и регламентами её функционирования, а также с требованиями указанными в закупочной документации.</w:t>
            </w:r>
          </w:p>
          <w:p w:rsidR="007835DE" w:rsidRPr="00971C43" w:rsidRDefault="007835DE" w:rsidP="003D78FC">
            <w:pPr>
              <w:pStyle w:val="a9"/>
              <w:spacing w:before="0" w:line="240" w:lineRule="auto"/>
              <w:rPr>
                <w:snapToGrid w:val="0"/>
                <w:color w:val="FF0000"/>
                <w:sz w:val="24"/>
                <w:szCs w:val="24"/>
              </w:rPr>
            </w:pPr>
            <w:r w:rsidRPr="00971C43">
              <w:rPr>
                <w:sz w:val="24"/>
                <w:szCs w:val="24"/>
              </w:rPr>
              <w:t>Не допускается подача заявок на отдельные позиции или часть объема по какой-либо из позиций вышеуказанного предмета договора.</w:t>
            </w:r>
          </w:p>
        </w:tc>
      </w:tr>
      <w:tr w:rsidR="007835DE" w:rsidRPr="00971C43" w:rsidTr="003D78FC">
        <w:trPr>
          <w:trHeight w:val="189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eastAsia="Calibri"/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r w:rsidRPr="00971C43">
              <w:t>Срок предоставления документации о закупке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7835DE" w:rsidP="007835DE">
            <w:pPr>
              <w:pStyle w:val="a9"/>
              <w:spacing w:before="0" w:line="240" w:lineRule="auto"/>
              <w:rPr>
                <w:sz w:val="24"/>
                <w:szCs w:val="24"/>
              </w:rPr>
            </w:pPr>
            <w:r w:rsidRPr="00971C43">
              <w:rPr>
                <w:sz w:val="24"/>
                <w:szCs w:val="24"/>
              </w:rPr>
              <w:t xml:space="preserve"> </w:t>
            </w:r>
            <w:r w:rsidR="00496168">
              <w:rPr>
                <w:i/>
                <w:sz w:val="24"/>
                <w:szCs w:val="24"/>
                <w:u w:val="single"/>
              </w:rPr>
              <w:t>04.08.2020</w:t>
            </w:r>
            <w:r w:rsidRPr="00971C43">
              <w:rPr>
                <w:i/>
                <w:sz w:val="24"/>
                <w:szCs w:val="24"/>
                <w:u w:val="single"/>
              </w:rPr>
              <w:t xml:space="preserve"> - </w:t>
            </w:r>
            <w:r w:rsidR="002C5E48">
              <w:rPr>
                <w:i/>
                <w:sz w:val="24"/>
                <w:szCs w:val="24"/>
                <w:u w:val="single"/>
              </w:rPr>
              <w:t>17</w:t>
            </w:r>
            <w:r w:rsidR="00496168">
              <w:rPr>
                <w:i/>
                <w:sz w:val="24"/>
                <w:szCs w:val="24"/>
                <w:u w:val="single"/>
              </w:rPr>
              <w:t>.08.2020</w:t>
            </w:r>
          </w:p>
        </w:tc>
      </w:tr>
      <w:tr w:rsidR="00971C43" w:rsidRPr="00971C43" w:rsidTr="003D78FC">
        <w:trPr>
          <w:trHeight w:val="189"/>
        </w:trPr>
        <w:tc>
          <w:tcPr>
            <w:tcW w:w="835" w:type="dxa"/>
            <w:shd w:val="clear" w:color="auto" w:fill="auto"/>
          </w:tcPr>
          <w:p w:rsidR="00971C43" w:rsidRPr="00971C43" w:rsidRDefault="00971C43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eastAsia="Calibri"/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971C43" w:rsidRPr="00971C43" w:rsidRDefault="00971C43" w:rsidP="003D78FC">
            <w:r w:rsidRPr="00971C43">
              <w:t>Обеспечение заявки на участие в закупке</w:t>
            </w:r>
          </w:p>
        </w:tc>
        <w:tc>
          <w:tcPr>
            <w:tcW w:w="6596" w:type="dxa"/>
            <w:shd w:val="clear" w:color="auto" w:fill="auto"/>
          </w:tcPr>
          <w:p w:rsidR="00971C43" w:rsidRPr="00971C43" w:rsidRDefault="00971C43" w:rsidP="007835DE">
            <w:pPr>
              <w:pStyle w:val="a9"/>
              <w:spacing w:before="0" w:line="240" w:lineRule="auto"/>
              <w:rPr>
                <w:sz w:val="24"/>
                <w:szCs w:val="24"/>
              </w:rPr>
            </w:pPr>
            <w:r w:rsidRPr="00971C43">
              <w:rPr>
                <w:i/>
                <w:sz w:val="24"/>
                <w:szCs w:val="24"/>
              </w:rPr>
              <w:t>не требуется</w:t>
            </w:r>
          </w:p>
        </w:tc>
      </w:tr>
      <w:tr w:rsidR="007835DE" w:rsidRPr="00971C43" w:rsidTr="003D78FC">
        <w:trPr>
          <w:trHeight w:val="189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eastAsia="Calibri"/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r w:rsidRPr="00971C43">
              <w:t>Дата рассмотрения и оценки первых частей заявок на участие в закупке</w:t>
            </w:r>
          </w:p>
        </w:tc>
        <w:tc>
          <w:tcPr>
            <w:tcW w:w="6596" w:type="dxa"/>
            <w:shd w:val="clear" w:color="auto" w:fill="auto"/>
          </w:tcPr>
          <w:p w:rsidR="007835DE" w:rsidRPr="00E76A16" w:rsidRDefault="00E76A16" w:rsidP="00496168">
            <w:pPr>
              <w:pStyle w:val="a9"/>
              <w:spacing w:before="0" w:line="240" w:lineRule="auto"/>
              <w:rPr>
                <w:i/>
                <w:sz w:val="24"/>
                <w:szCs w:val="24"/>
              </w:rPr>
            </w:pPr>
            <w:r w:rsidRPr="00E76A16">
              <w:rPr>
                <w:i/>
                <w:sz w:val="24"/>
                <w:szCs w:val="24"/>
              </w:rPr>
              <w:t>не позднее</w:t>
            </w:r>
            <w:r w:rsidR="00496168">
              <w:rPr>
                <w:i/>
                <w:sz w:val="24"/>
                <w:szCs w:val="24"/>
              </w:rPr>
              <w:t xml:space="preserve"> </w:t>
            </w:r>
            <w:r w:rsidR="002C5E48">
              <w:rPr>
                <w:i/>
                <w:sz w:val="24"/>
                <w:szCs w:val="24"/>
              </w:rPr>
              <w:t>24</w:t>
            </w:r>
            <w:bookmarkStart w:id="2" w:name="_GoBack"/>
            <w:bookmarkEnd w:id="2"/>
            <w:r w:rsidR="00496168" w:rsidRPr="00496168">
              <w:rPr>
                <w:i/>
                <w:sz w:val="24"/>
                <w:szCs w:val="24"/>
              </w:rPr>
              <w:t>.08.2020</w:t>
            </w:r>
          </w:p>
        </w:tc>
      </w:tr>
      <w:tr w:rsidR="007835DE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eastAsia="Calibri"/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r w:rsidRPr="00971C43">
              <w:t>Дата рассмотрения и оценки вторых частей заявок на участие в закупке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E76A16" w:rsidP="003D78FC">
            <w:pPr>
              <w:pStyle w:val="a8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E76A16">
              <w:rPr>
                <w:i/>
                <w:sz w:val="24"/>
                <w:szCs w:val="24"/>
                <w:lang w:val="ru-RU"/>
              </w:rPr>
              <w:t>не позднее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496168" w:rsidRPr="00496168">
              <w:rPr>
                <w:i/>
                <w:sz w:val="24"/>
                <w:szCs w:val="24"/>
                <w:lang w:val="ru-RU"/>
              </w:rPr>
              <w:t>10.09.2020</w:t>
            </w:r>
          </w:p>
        </w:tc>
      </w:tr>
      <w:tr w:rsidR="007835DE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eastAsia="Calibri"/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r w:rsidRPr="00971C43">
              <w:t>Дата подведения итогов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7835DE" w:rsidP="003D78FC">
            <w:pPr>
              <w:pStyle w:val="a8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971C43">
              <w:rPr>
                <w:sz w:val="24"/>
                <w:szCs w:val="24"/>
                <w:lang w:val="ru-RU"/>
              </w:rPr>
              <w:t xml:space="preserve"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 </w:t>
            </w:r>
          </w:p>
          <w:p w:rsidR="007835DE" w:rsidRPr="00971C43" w:rsidRDefault="007835DE" w:rsidP="005374FF">
            <w:pPr>
              <w:pStyle w:val="a8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971C43">
              <w:rPr>
                <w:sz w:val="24"/>
                <w:szCs w:val="24"/>
                <w:lang w:val="ru-RU"/>
              </w:rPr>
              <w:t>Итоги подводятся организатором</w:t>
            </w:r>
            <w:r w:rsidR="00971C43" w:rsidRPr="00971C43">
              <w:rPr>
                <w:sz w:val="24"/>
                <w:szCs w:val="24"/>
                <w:lang w:val="ru-RU"/>
              </w:rPr>
              <w:t xml:space="preserve"> закупки </w:t>
            </w:r>
            <w:r w:rsidRPr="00971C43">
              <w:rPr>
                <w:i/>
                <w:sz w:val="24"/>
                <w:szCs w:val="24"/>
                <w:lang w:val="ru-RU"/>
              </w:rPr>
              <w:t xml:space="preserve">не позже </w:t>
            </w:r>
            <w:r w:rsidR="00496168">
              <w:rPr>
                <w:b/>
                <w:sz w:val="24"/>
                <w:szCs w:val="24"/>
                <w:u w:val="single"/>
                <w:lang w:val="ru-RU"/>
              </w:rPr>
              <w:t>17.09.2020</w:t>
            </w:r>
            <w:r w:rsidRPr="00971C43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  <w:tr w:rsidR="00971C43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971C43" w:rsidRPr="00971C43" w:rsidRDefault="00971C43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eastAsia="Calibri"/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971C43" w:rsidRPr="00971C43" w:rsidRDefault="00971C43" w:rsidP="003D78FC">
            <w:r w:rsidRPr="00971C43">
              <w:t>Место рассмотрения предложений участников</w:t>
            </w:r>
          </w:p>
        </w:tc>
        <w:tc>
          <w:tcPr>
            <w:tcW w:w="6596" w:type="dxa"/>
            <w:shd w:val="clear" w:color="auto" w:fill="auto"/>
          </w:tcPr>
          <w:p w:rsidR="00971C43" w:rsidRPr="00971C43" w:rsidRDefault="00496168" w:rsidP="003D78FC">
            <w:pPr>
              <w:pStyle w:val="a8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u w:val="single"/>
              </w:rPr>
              <w:t xml:space="preserve">450096, Башкортостан </w:t>
            </w:r>
            <w:proofErr w:type="spellStart"/>
            <w:r>
              <w:rPr>
                <w:sz w:val="24"/>
                <w:szCs w:val="24"/>
                <w:u w:val="single"/>
              </w:rPr>
              <w:t>Респ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, Уфа г, Комсомольская </w:t>
            </w:r>
            <w:proofErr w:type="spellStart"/>
            <w:r>
              <w:rPr>
                <w:sz w:val="24"/>
                <w:szCs w:val="24"/>
                <w:u w:val="single"/>
              </w:rPr>
              <w:t>ул</w:t>
            </w:r>
            <w:proofErr w:type="spellEnd"/>
            <w:r>
              <w:rPr>
                <w:sz w:val="24"/>
                <w:szCs w:val="24"/>
                <w:u w:val="single"/>
              </w:rPr>
              <w:t>, дом № 126</w:t>
            </w:r>
          </w:p>
        </w:tc>
      </w:tr>
      <w:tr w:rsidR="007835DE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eastAsia="Calibri"/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r w:rsidRPr="00971C43">
              <w:t>Размер, порядок и сроки внесения платы за предоставление документации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7835DE" w:rsidP="003D78FC">
            <w:r w:rsidRPr="00971C43">
              <w:rPr>
                <w:i/>
                <w:u w:val="single"/>
              </w:rPr>
              <w:t>Безвозмездно</w:t>
            </w:r>
          </w:p>
        </w:tc>
      </w:tr>
      <w:tr w:rsidR="00971C43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971C43" w:rsidRPr="00971C43" w:rsidRDefault="00971C43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eastAsia="Calibri"/>
                <w:snapToGrid w:val="0"/>
              </w:rPr>
            </w:pPr>
          </w:p>
        </w:tc>
        <w:tc>
          <w:tcPr>
            <w:tcW w:w="3061" w:type="dxa"/>
            <w:shd w:val="clear" w:color="auto" w:fill="auto"/>
          </w:tcPr>
          <w:p w:rsidR="00971C43" w:rsidRPr="00971C43" w:rsidRDefault="00971C43" w:rsidP="003D78FC">
            <w:r w:rsidRPr="00971C43">
              <w:t>Сведения о предоставлении преференций</w:t>
            </w:r>
          </w:p>
        </w:tc>
        <w:tc>
          <w:tcPr>
            <w:tcW w:w="6596" w:type="dxa"/>
            <w:shd w:val="clear" w:color="auto" w:fill="auto"/>
          </w:tcPr>
          <w:p w:rsidR="00971C43" w:rsidRPr="00971C43" w:rsidRDefault="00971C43" w:rsidP="003D78FC">
            <w:pPr>
              <w:rPr>
                <w:i/>
                <w:u w:val="single"/>
              </w:rPr>
            </w:pPr>
            <w:r w:rsidRPr="00971C43">
              <w:t>Организатором закупки могут быть 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в соответствии с требованиями Постановления Правительства РФ № 925.</w:t>
            </w:r>
          </w:p>
        </w:tc>
      </w:tr>
      <w:tr w:rsidR="007835DE" w:rsidRPr="00971C43" w:rsidTr="003D78FC">
        <w:trPr>
          <w:trHeight w:val="92"/>
        </w:trPr>
        <w:tc>
          <w:tcPr>
            <w:tcW w:w="835" w:type="dxa"/>
            <w:shd w:val="clear" w:color="auto" w:fill="auto"/>
          </w:tcPr>
          <w:p w:rsidR="007835DE" w:rsidRPr="00971C43" w:rsidRDefault="007835DE" w:rsidP="007835DE">
            <w:pPr>
              <w:numPr>
                <w:ilvl w:val="0"/>
                <w:numId w:val="2"/>
              </w:numPr>
              <w:ind w:left="567" w:hanging="425"/>
              <w:contextualSpacing/>
              <w:rPr>
                <w:color w:val="000000"/>
              </w:rPr>
            </w:pPr>
            <w:bookmarkStart w:id="3" w:name="_Ref421095430"/>
          </w:p>
        </w:tc>
        <w:bookmarkEnd w:id="3"/>
        <w:tc>
          <w:tcPr>
            <w:tcW w:w="3061" w:type="dxa"/>
            <w:shd w:val="clear" w:color="auto" w:fill="auto"/>
          </w:tcPr>
          <w:p w:rsidR="007835DE" w:rsidRPr="00971C43" w:rsidRDefault="007835DE" w:rsidP="003D78FC">
            <w:r w:rsidRPr="00971C43">
              <w:t xml:space="preserve">Требование к обязательной принадлежности Участника закупки к субъектам малого и среднего предпринимательства </w:t>
            </w:r>
          </w:p>
        </w:tc>
        <w:tc>
          <w:tcPr>
            <w:tcW w:w="6596" w:type="dxa"/>
            <w:shd w:val="clear" w:color="auto" w:fill="auto"/>
          </w:tcPr>
          <w:p w:rsidR="007835DE" w:rsidRPr="00971C43" w:rsidRDefault="007835DE" w:rsidP="003D78FC">
            <w:r w:rsidRPr="00971C43">
              <w:t>Закупка проводится только для субъектов малого и среднего предпринимательства</w:t>
            </w:r>
          </w:p>
        </w:tc>
      </w:tr>
    </w:tbl>
    <w:p w:rsidR="007835DE" w:rsidRDefault="007835DE" w:rsidP="00971C43">
      <w:pPr>
        <w:ind w:left="284"/>
        <w:jc w:val="both"/>
        <w:rPr>
          <w:i/>
        </w:rPr>
      </w:pPr>
    </w:p>
    <w:p w:rsidR="00971C43" w:rsidRPr="00F10092" w:rsidRDefault="00971C43" w:rsidP="00971C43">
      <w:pPr>
        <w:tabs>
          <w:tab w:val="left" w:pos="10632"/>
        </w:tabs>
        <w:ind w:left="142" w:right="425"/>
        <w:jc w:val="both"/>
        <w:rPr>
          <w:i/>
          <w:sz w:val="20"/>
        </w:rPr>
      </w:pPr>
      <w:r w:rsidRPr="00F10092">
        <w:rPr>
          <w:i/>
          <w:sz w:val="20"/>
        </w:rPr>
        <w:t>Настоящее приглашение к участию в открытой закупочной процедуре является предложением Организатора закупки делать оферты в установленном порядке, в течение срока, определенного данным извещением. Подробные условия закупки, а также условия заключения договора по результатам закупки содержатся в Закупочной документации, неотъемлемой частью которой является настоящее извещение о проведении закупки.</w:t>
      </w:r>
    </w:p>
    <w:p w:rsidR="00971C43" w:rsidRDefault="00971C43" w:rsidP="00971C43">
      <w:pPr>
        <w:ind w:left="284"/>
        <w:jc w:val="both"/>
        <w:rPr>
          <w:i/>
        </w:rPr>
      </w:pPr>
    </w:p>
    <w:p w:rsidR="00971C43" w:rsidRDefault="00971C43" w:rsidP="00971C43">
      <w:pPr>
        <w:ind w:left="284"/>
        <w:jc w:val="both"/>
        <w:rPr>
          <w:i/>
        </w:rPr>
      </w:pPr>
    </w:p>
    <w:p w:rsidR="001547C0" w:rsidRDefault="00C57576" w:rsidP="00971C43">
      <w:pPr>
        <w:ind w:left="142"/>
        <w:jc w:val="both"/>
        <w:rPr>
          <w:i/>
        </w:rPr>
      </w:pPr>
      <w:r>
        <w:rPr>
          <w:i/>
        </w:rPr>
        <w:t xml:space="preserve">Председатель </w:t>
      </w:r>
      <w:r w:rsidR="00496168">
        <w:rPr>
          <w:i/>
          <w:lang w:val="en-US"/>
        </w:rPr>
        <w:t>ЦЗК</w:t>
      </w:r>
      <w:r>
        <w:rPr>
          <w:i/>
        </w:rPr>
        <w:t xml:space="preserve">: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/ </w:t>
      </w:r>
      <w:r w:rsidR="00496168">
        <w:rPr>
          <w:b/>
          <w:u w:val="single"/>
          <w:lang w:val="en-US"/>
        </w:rPr>
        <w:t>Пискунов Анатолий Николаевич</w:t>
      </w:r>
    </w:p>
    <w:sectPr w:rsidR="001547C0" w:rsidSect="007600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282" w:bottom="851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D7B" w:rsidRDefault="00DB3D7B" w:rsidP="00496168">
      <w:r>
        <w:separator/>
      </w:r>
    </w:p>
  </w:endnote>
  <w:endnote w:type="continuationSeparator" w:id="0">
    <w:p w:rsidR="00DB3D7B" w:rsidRDefault="00DB3D7B" w:rsidP="00496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168" w:rsidRDefault="0049616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168" w:rsidRDefault="0049616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168" w:rsidRDefault="0049616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D7B" w:rsidRDefault="00DB3D7B" w:rsidP="00496168">
      <w:r>
        <w:separator/>
      </w:r>
    </w:p>
  </w:footnote>
  <w:footnote w:type="continuationSeparator" w:id="0">
    <w:p w:rsidR="00DB3D7B" w:rsidRDefault="00DB3D7B" w:rsidP="00496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168" w:rsidRDefault="0049616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168" w:rsidRDefault="0049616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168" w:rsidRDefault="0049616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2BE353B"/>
    <w:multiLevelType w:val="hybridMultilevel"/>
    <w:tmpl w:val="AD0058EA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525"/>
    <w:rsid w:val="00017292"/>
    <w:rsid w:val="00053337"/>
    <w:rsid w:val="00063973"/>
    <w:rsid w:val="00095C37"/>
    <w:rsid w:val="000E125D"/>
    <w:rsid w:val="00140525"/>
    <w:rsid w:val="00145561"/>
    <w:rsid w:val="001547C0"/>
    <w:rsid w:val="0018225D"/>
    <w:rsid w:val="00191D0B"/>
    <w:rsid w:val="001C3424"/>
    <w:rsid w:val="001F456A"/>
    <w:rsid w:val="00206DCD"/>
    <w:rsid w:val="0022589C"/>
    <w:rsid w:val="00253399"/>
    <w:rsid w:val="0029576A"/>
    <w:rsid w:val="002C5E48"/>
    <w:rsid w:val="002D79F6"/>
    <w:rsid w:val="002E6EDA"/>
    <w:rsid w:val="00310776"/>
    <w:rsid w:val="00324EF4"/>
    <w:rsid w:val="003570E1"/>
    <w:rsid w:val="00360FE7"/>
    <w:rsid w:val="00382E42"/>
    <w:rsid w:val="0039137D"/>
    <w:rsid w:val="003B32CF"/>
    <w:rsid w:val="003F4910"/>
    <w:rsid w:val="004127F8"/>
    <w:rsid w:val="004652FB"/>
    <w:rsid w:val="00496168"/>
    <w:rsid w:val="004A4AC3"/>
    <w:rsid w:val="004A54BC"/>
    <w:rsid w:val="005374FF"/>
    <w:rsid w:val="00575DE9"/>
    <w:rsid w:val="00590EDD"/>
    <w:rsid w:val="005E2B2F"/>
    <w:rsid w:val="005E6BF9"/>
    <w:rsid w:val="00624034"/>
    <w:rsid w:val="00633DEB"/>
    <w:rsid w:val="006363A1"/>
    <w:rsid w:val="00646110"/>
    <w:rsid w:val="00646CA3"/>
    <w:rsid w:val="006A4D4D"/>
    <w:rsid w:val="006A54DE"/>
    <w:rsid w:val="006D6B76"/>
    <w:rsid w:val="00760001"/>
    <w:rsid w:val="00766BA5"/>
    <w:rsid w:val="007835DE"/>
    <w:rsid w:val="00795548"/>
    <w:rsid w:val="00796CE4"/>
    <w:rsid w:val="007F0A51"/>
    <w:rsid w:val="00833AF7"/>
    <w:rsid w:val="00891B73"/>
    <w:rsid w:val="008933E0"/>
    <w:rsid w:val="008A4A33"/>
    <w:rsid w:val="008D309E"/>
    <w:rsid w:val="008D4918"/>
    <w:rsid w:val="008E4A68"/>
    <w:rsid w:val="008F7433"/>
    <w:rsid w:val="00940FE1"/>
    <w:rsid w:val="00971C43"/>
    <w:rsid w:val="00971F33"/>
    <w:rsid w:val="00976AFF"/>
    <w:rsid w:val="0099158C"/>
    <w:rsid w:val="00991C2F"/>
    <w:rsid w:val="009964F8"/>
    <w:rsid w:val="009A17C8"/>
    <w:rsid w:val="009C7538"/>
    <w:rsid w:val="009E7F49"/>
    <w:rsid w:val="00A3596E"/>
    <w:rsid w:val="00A45E57"/>
    <w:rsid w:val="00A46C40"/>
    <w:rsid w:val="00AA1DA0"/>
    <w:rsid w:val="00AE309E"/>
    <w:rsid w:val="00AE63BF"/>
    <w:rsid w:val="00B13AC2"/>
    <w:rsid w:val="00B63D02"/>
    <w:rsid w:val="00B828AB"/>
    <w:rsid w:val="00BA7314"/>
    <w:rsid w:val="00BB00E3"/>
    <w:rsid w:val="00BC1905"/>
    <w:rsid w:val="00BC30A5"/>
    <w:rsid w:val="00BE651E"/>
    <w:rsid w:val="00C263E5"/>
    <w:rsid w:val="00C57576"/>
    <w:rsid w:val="00C758D5"/>
    <w:rsid w:val="00CC52CF"/>
    <w:rsid w:val="00CC6A33"/>
    <w:rsid w:val="00CE567D"/>
    <w:rsid w:val="00CE71A5"/>
    <w:rsid w:val="00D41D2B"/>
    <w:rsid w:val="00D65399"/>
    <w:rsid w:val="00D7318B"/>
    <w:rsid w:val="00D755FF"/>
    <w:rsid w:val="00DB3D7B"/>
    <w:rsid w:val="00DC7935"/>
    <w:rsid w:val="00DE49D3"/>
    <w:rsid w:val="00E06E84"/>
    <w:rsid w:val="00E11042"/>
    <w:rsid w:val="00E258F4"/>
    <w:rsid w:val="00E4193A"/>
    <w:rsid w:val="00E668F4"/>
    <w:rsid w:val="00E76A16"/>
    <w:rsid w:val="00E803B3"/>
    <w:rsid w:val="00E8572C"/>
    <w:rsid w:val="00EA3929"/>
    <w:rsid w:val="00EA4303"/>
    <w:rsid w:val="00ED2AE5"/>
    <w:rsid w:val="00EE0DEB"/>
    <w:rsid w:val="00EE104B"/>
    <w:rsid w:val="00F03EC2"/>
    <w:rsid w:val="00F10092"/>
    <w:rsid w:val="00F26607"/>
    <w:rsid w:val="00F454AF"/>
    <w:rsid w:val="00F6170C"/>
    <w:rsid w:val="00F76B57"/>
    <w:rsid w:val="00FB717A"/>
    <w:rsid w:val="00FC41C9"/>
    <w:rsid w:val="00FD3CC5"/>
    <w:rsid w:val="00FF407D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DC57D"/>
  <w15:docId w15:val="{972D1257-0B75-4E26-8772-C117222C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CC5"/>
    <w:pPr>
      <w:ind w:left="720"/>
      <w:contextualSpacing/>
    </w:pPr>
  </w:style>
  <w:style w:type="character" w:customStyle="1" w:styleId="m">
    <w:name w:val="m_ПростойТекст Знак"/>
    <w:link w:val="m0"/>
    <w:locked/>
    <w:rsid w:val="00191D0B"/>
    <w:rPr>
      <w:sz w:val="24"/>
      <w:szCs w:val="24"/>
    </w:rPr>
  </w:style>
  <w:style w:type="paragraph" w:customStyle="1" w:styleId="m0">
    <w:name w:val="m_ПростойТекст"/>
    <w:basedOn w:val="a"/>
    <w:link w:val="m"/>
    <w:rsid w:val="00191D0B"/>
    <w:pPr>
      <w:jc w:val="both"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455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556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646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95C37"/>
    <w:rPr>
      <w:color w:val="0000FF" w:themeColor="hyperlink"/>
      <w:u w:val="single"/>
    </w:rPr>
  </w:style>
  <w:style w:type="paragraph" w:customStyle="1" w:styleId="a8">
    <w:name w:val="Пункт"/>
    <w:basedOn w:val="a"/>
    <w:link w:val="1"/>
    <w:rsid w:val="007835DE"/>
    <w:pPr>
      <w:tabs>
        <w:tab w:val="num" w:pos="1134"/>
      </w:tabs>
      <w:spacing w:line="360" w:lineRule="auto"/>
      <w:ind w:left="1134" w:hanging="1134"/>
      <w:jc w:val="both"/>
    </w:pPr>
    <w:rPr>
      <w:sz w:val="28"/>
      <w:szCs w:val="28"/>
      <w:lang w:val="x-none" w:eastAsia="x-none"/>
    </w:rPr>
  </w:style>
  <w:style w:type="paragraph" w:styleId="a9">
    <w:name w:val="List Number"/>
    <w:basedOn w:val="a"/>
    <w:uiPriority w:val="99"/>
    <w:rsid w:val="007835DE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character" w:customStyle="1" w:styleId="1">
    <w:name w:val="Пункт Знак1"/>
    <w:link w:val="a8"/>
    <w:rsid w:val="007835D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a">
    <w:name w:val="header"/>
    <w:basedOn w:val="a"/>
    <w:link w:val="ab"/>
    <w:uiPriority w:val="99"/>
    <w:unhideWhenUsed/>
    <w:rsid w:val="004961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96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961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961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azrf.ru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zakazrf.r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Наталия Проскурина</dc:creator>
  <cp:lastModifiedBy>Ефименко Наталья Сергеевна</cp:lastModifiedBy>
  <cp:revision>3</cp:revision>
  <cp:lastPrinted>2020-08-11T11:45:00Z</cp:lastPrinted>
  <dcterms:created xsi:type="dcterms:W3CDTF">2020-08-03T06:38:00Z</dcterms:created>
  <dcterms:modified xsi:type="dcterms:W3CDTF">2020-08-11T11:45:00Z</dcterms:modified>
</cp:coreProperties>
</file>